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eastAsiaTheme="majorEastAsia" w:cstheme="majorBidi"/>
          <w:caps/>
          <w:sz w:val="20"/>
        </w:rPr>
        <w:id w:val="738467244"/>
        <w:docPartObj>
          <w:docPartGallery w:val="Cover Pages"/>
          <w:docPartUnique/>
        </w:docPartObj>
      </w:sdtPr>
      <w:sdtEndPr>
        <w:rPr>
          <w:rFonts w:eastAsiaTheme="minorEastAsia" w:cstheme="minorBidi"/>
          <w:caps w:val="0"/>
          <w:sz w:val="2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52757C" w:rsidRPr="0043228F" w14:paraId="183485FD" w14:textId="77777777">
            <w:trPr>
              <w:trHeight w:val="2880"/>
              <w:jc w:val="center"/>
            </w:trPr>
            <w:sdt>
              <w:sdtPr>
                <w:rPr>
                  <w:rFonts w:eastAsiaTheme="majorEastAsia" w:cstheme="majorBidi"/>
                  <w:caps/>
                  <w:sz w:val="20"/>
                </w:rPr>
                <w:alias w:val="Yritys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2"/>
                </w:rPr>
              </w:sdtEndPr>
              <w:sdtContent>
                <w:tc>
                  <w:tcPr>
                    <w:tcW w:w="5000" w:type="pct"/>
                  </w:tcPr>
                  <w:p w14:paraId="20D4A116" w14:textId="77777777" w:rsidR="0052757C" w:rsidRPr="0043228F" w:rsidRDefault="004E56AE" w:rsidP="0052757C">
                    <w:pPr>
                      <w:pStyle w:val="Eivli"/>
                      <w:jc w:val="center"/>
                      <w:rPr>
                        <w:rFonts w:eastAsiaTheme="majorEastAsia" w:cstheme="majorBidi"/>
                        <w:caps/>
                      </w:rPr>
                    </w:pPr>
                    <w:r w:rsidRPr="0043228F">
                      <w:rPr>
                        <w:rFonts w:eastAsiaTheme="majorEastAsia" w:cstheme="majorBidi"/>
                        <w:caps/>
                        <w:sz w:val="20"/>
                      </w:rPr>
                      <w:t>Finnish Net Solutions Oy</w:t>
                    </w:r>
                  </w:p>
                </w:tc>
              </w:sdtContent>
            </w:sdt>
          </w:tr>
          <w:tr w:rsidR="0052757C" w:rsidRPr="0043228F" w14:paraId="01656736" w14:textId="77777777">
            <w:trPr>
              <w:trHeight w:val="1440"/>
              <w:jc w:val="center"/>
            </w:trPr>
            <w:sdt>
              <w:sdtPr>
                <w:rPr>
                  <w:rFonts w:eastAsiaTheme="majorEastAsia" w:cstheme="majorBidi"/>
                  <w:sz w:val="60"/>
                  <w:szCs w:val="60"/>
                </w:rPr>
                <w:alias w:val="Otsikk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14:paraId="3204E8D8" w14:textId="77777777" w:rsidR="0052757C" w:rsidRPr="0043228F" w:rsidRDefault="0043228F" w:rsidP="0043228F">
                    <w:pPr>
                      <w:pStyle w:val="Eivli"/>
                      <w:jc w:val="center"/>
                      <w:rPr>
                        <w:rFonts w:eastAsiaTheme="majorEastAsia" w:cstheme="majorBidi"/>
                        <w:sz w:val="72"/>
                        <w:szCs w:val="72"/>
                      </w:rPr>
                    </w:pPr>
                    <w:r w:rsidRPr="0043228F">
                      <w:rPr>
                        <w:rFonts w:eastAsiaTheme="majorEastAsia" w:cstheme="majorBidi"/>
                        <w:sz w:val="60"/>
                        <w:szCs w:val="60"/>
                      </w:rPr>
                      <w:t>Liite 8</w:t>
                    </w:r>
                    <w:r w:rsidR="004E56AE" w:rsidRPr="0043228F">
                      <w:rPr>
                        <w:rFonts w:eastAsiaTheme="majorEastAsia" w:cstheme="majorBidi"/>
                        <w:sz w:val="60"/>
                        <w:szCs w:val="60"/>
                      </w:rPr>
                      <w:t xml:space="preserve">: </w:t>
                    </w:r>
                    <w:r w:rsidRPr="0043228F">
                      <w:rPr>
                        <w:rFonts w:eastAsiaTheme="majorEastAsia" w:cstheme="majorBidi"/>
                        <w:sz w:val="60"/>
                        <w:szCs w:val="60"/>
                      </w:rPr>
                      <w:t>Palvelutasosopimus</w:t>
                    </w:r>
                  </w:p>
                </w:tc>
              </w:sdtContent>
            </w:sdt>
          </w:tr>
          <w:tr w:rsidR="0052757C" w:rsidRPr="0043228F" w14:paraId="560D0C87" w14:textId="77777777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14:paraId="2A3533B2" w14:textId="77777777" w:rsidR="0052757C" w:rsidRPr="0043228F" w:rsidRDefault="0052757C" w:rsidP="007F74EA">
                <w:pPr>
                  <w:pStyle w:val="Eivli"/>
                  <w:jc w:val="center"/>
                  <w:rPr>
                    <w:rFonts w:eastAsiaTheme="majorEastAsia" w:cstheme="majorBidi"/>
                    <w:sz w:val="44"/>
                    <w:szCs w:val="44"/>
                  </w:rPr>
                </w:pPr>
              </w:p>
            </w:tc>
          </w:tr>
          <w:tr w:rsidR="0052757C" w:rsidRPr="0043228F" w14:paraId="09713FC5" w14:textId="77777777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14:paraId="4DA68CB8" w14:textId="77777777" w:rsidR="0052757C" w:rsidRPr="0043228F" w:rsidRDefault="0052757C">
                <w:pPr>
                  <w:pStyle w:val="Eivli"/>
                  <w:jc w:val="center"/>
                  <w:rPr>
                    <w:b/>
                    <w:bCs/>
                  </w:rPr>
                </w:pPr>
              </w:p>
            </w:tc>
          </w:tr>
          <w:tr w:rsidR="0052757C" w:rsidRPr="0043228F" w14:paraId="4545984A" w14:textId="77777777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Päivämäärä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4-08-12T00:00:00Z"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14:paraId="58A822A2" w14:textId="77777777" w:rsidR="0052757C" w:rsidRPr="0043228F" w:rsidRDefault="006A2A0C" w:rsidP="005C7E8F">
                    <w:pPr>
                      <w:pStyle w:val="Eivli"/>
                      <w:jc w:val="center"/>
                      <w:rPr>
                        <w:b/>
                        <w:bCs/>
                      </w:rPr>
                    </w:pPr>
                    <w:r w:rsidRPr="0043228F">
                      <w:rPr>
                        <w:b/>
                        <w:bCs/>
                      </w:rPr>
                      <w:t>12.8</w:t>
                    </w:r>
                    <w:r w:rsidR="005C7E8F" w:rsidRPr="0043228F">
                      <w:rPr>
                        <w:b/>
                        <w:bCs/>
                      </w:rPr>
                      <w:t>.2014</w:t>
                    </w:r>
                  </w:p>
                </w:tc>
              </w:sdtContent>
            </w:sdt>
          </w:tr>
        </w:tbl>
        <w:p w14:paraId="19F016E4" w14:textId="77777777" w:rsidR="0052757C" w:rsidRPr="0043228F" w:rsidRDefault="0052757C"/>
        <w:p w14:paraId="2AAAF1A9" w14:textId="77777777" w:rsidR="0052757C" w:rsidRPr="0043228F" w:rsidRDefault="0052757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854"/>
          </w:tblGrid>
          <w:tr w:rsidR="0052757C" w:rsidRPr="0043228F" w14:paraId="2336FEF5" w14:textId="77777777">
            <w:tc>
              <w:tcPr>
                <w:tcW w:w="5000" w:type="pct"/>
              </w:tcPr>
              <w:p w14:paraId="7B05A926" w14:textId="77777777" w:rsidR="0052757C" w:rsidRPr="0043228F" w:rsidRDefault="0052757C">
                <w:pPr>
                  <w:pStyle w:val="Eivli"/>
                </w:pPr>
              </w:p>
            </w:tc>
          </w:tr>
        </w:tbl>
        <w:p w14:paraId="0FDFC311" w14:textId="77777777" w:rsidR="0052757C" w:rsidRPr="0043228F" w:rsidRDefault="0052757C"/>
        <w:p w14:paraId="164B1049" w14:textId="77777777" w:rsidR="0043228F" w:rsidRPr="0043228F" w:rsidRDefault="0052757C" w:rsidP="0043228F">
          <w:r w:rsidRPr="0043228F">
            <w:br w:type="page"/>
          </w:r>
        </w:p>
      </w:sdtContent>
    </w:sdt>
    <w:bookmarkStart w:id="1" w:name="_Toc189369874" w:displacedByCustomXml="prev"/>
    <w:bookmarkStart w:id="2" w:name="_Toc223705495" w:displacedByCustomXml="prev"/>
    <w:bookmarkStart w:id="3" w:name="_Toc214338944" w:displacedByCustomXml="prev"/>
    <w:bookmarkStart w:id="4" w:name="_Toc220371999" w:displacedByCustomXml="prev"/>
    <w:bookmarkEnd w:id="2"/>
    <w:bookmarkEnd w:id="1"/>
    <w:p w14:paraId="58BC8155" w14:textId="77777777" w:rsidR="0043228F" w:rsidRPr="0043228F" w:rsidRDefault="00F14D41" w:rsidP="0043228F">
      <w:pPr>
        <w:pStyle w:val="Otsikko1"/>
        <w:keepLines w:val="0"/>
        <w:tabs>
          <w:tab w:val="num" w:pos="425"/>
        </w:tabs>
        <w:spacing w:before="240" w:after="240" w:line="240" w:lineRule="auto"/>
        <w:ind w:left="425" w:hanging="425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Palvelutaso</w:t>
      </w:r>
      <w:r w:rsidR="00AF5680">
        <w:rPr>
          <w:rFonts w:asciiTheme="minorHAnsi" w:hAnsiTheme="minorHAnsi"/>
        </w:rPr>
        <w:t>sopimus</w:t>
      </w:r>
    </w:p>
    <w:bookmarkEnd w:id="4"/>
    <w:bookmarkEnd w:id="3"/>
    <w:p w14:paraId="52BA784A" w14:textId="77777777" w:rsidR="00F14D41" w:rsidRDefault="00F14D41" w:rsidP="00F14D41">
      <w:r>
        <w:t xml:space="preserve">Palvelutasot </w:t>
      </w:r>
      <w:r w:rsidR="00AF5680">
        <w:t>määräytyvät</w:t>
      </w:r>
      <w:r>
        <w:t xml:space="preserve"> JHS </w:t>
      </w:r>
      <w:proofErr w:type="gramStart"/>
      <w:r>
        <w:t>174:n palvelutasoluokituksen</w:t>
      </w:r>
      <w:proofErr w:type="gramEnd"/>
      <w:r>
        <w:t xml:space="preserve"> mukaisesti.</w:t>
      </w:r>
    </w:p>
    <w:p w14:paraId="56A583A0" w14:textId="77777777" w:rsidR="00F14D41" w:rsidRDefault="00F14D41" w:rsidP="00F14D41">
      <w:pPr>
        <w:pStyle w:val="Otsikko2"/>
      </w:pPr>
      <w:r>
        <w:t>Palvelinten käyttöpalvelu</w:t>
      </w:r>
    </w:p>
    <w:p w14:paraId="26B77BAD" w14:textId="77777777" w:rsidR="00F14D41" w:rsidRPr="00F14D41" w:rsidRDefault="00F14D41" w:rsidP="00F14D41">
      <w:r>
        <w:t>Nuorten kanava -palvelussa käytetään palvelutasoa B (normaali).</w:t>
      </w:r>
    </w:p>
    <w:p w14:paraId="68105A8F" w14:textId="77777777" w:rsidR="00F14D41" w:rsidRDefault="00F14D41" w:rsidP="00F14D41">
      <w:pPr>
        <w:pStyle w:val="Luettelokappale"/>
        <w:numPr>
          <w:ilvl w:val="0"/>
          <w:numId w:val="22"/>
        </w:numPr>
      </w:pPr>
      <w:r>
        <w:t>palveluaika, häiriöselvitys</w:t>
      </w:r>
      <w:r w:rsidR="00AF5680">
        <w:t xml:space="preserve"> P2:</w:t>
      </w:r>
      <w:r>
        <w:t xml:space="preserve"> arkisin klo 7-19</w:t>
      </w:r>
    </w:p>
    <w:p w14:paraId="566F216D" w14:textId="5DC2521D" w:rsidR="00F14D41" w:rsidRDefault="00F14D41" w:rsidP="00F14D41">
      <w:pPr>
        <w:pStyle w:val="Luettelokappale"/>
        <w:numPr>
          <w:ilvl w:val="0"/>
          <w:numId w:val="22"/>
        </w:numPr>
      </w:pPr>
      <w:r>
        <w:t>käytettävyys K2</w:t>
      </w:r>
      <w:r w:rsidR="00AF5680">
        <w:t>:</w:t>
      </w:r>
      <w:r>
        <w:t xml:space="preserve"> </w:t>
      </w:r>
      <w:proofErr w:type="gramStart"/>
      <w:r>
        <w:t>99%</w:t>
      </w:r>
      <w:proofErr w:type="gramEnd"/>
    </w:p>
    <w:p w14:paraId="006227A5" w14:textId="77777777" w:rsidR="00F14D41" w:rsidRDefault="00F14D41" w:rsidP="00F14D41">
      <w:pPr>
        <w:pStyle w:val="Luettelokappale"/>
        <w:numPr>
          <w:ilvl w:val="0"/>
          <w:numId w:val="22"/>
        </w:numPr>
      </w:pPr>
      <w:r>
        <w:t xml:space="preserve">palveluvaste V2: </w:t>
      </w:r>
      <w:proofErr w:type="spellStart"/>
      <w:r>
        <w:t>reag</w:t>
      </w:r>
      <w:proofErr w:type="spellEnd"/>
      <w:r>
        <w:t xml:space="preserve">: 2h, </w:t>
      </w:r>
      <w:proofErr w:type="spellStart"/>
      <w:r>
        <w:t>ratk</w:t>
      </w:r>
      <w:proofErr w:type="spellEnd"/>
      <w:r>
        <w:t>: 1tp</w:t>
      </w:r>
    </w:p>
    <w:p w14:paraId="50979EA3" w14:textId="77777777" w:rsidR="00F14D41" w:rsidRDefault="00F14D41" w:rsidP="00F14D41">
      <w:pPr>
        <w:pStyle w:val="Otsikko2"/>
      </w:pPr>
      <w:r>
        <w:t>Käyttäjätukipalvelut</w:t>
      </w:r>
    </w:p>
    <w:p w14:paraId="63ADA7CF" w14:textId="77777777" w:rsidR="00F14D41" w:rsidRDefault="00F14D41" w:rsidP="00F14D41">
      <w:r>
        <w:t>Nuorten kanava -palvelussa käytetään palvelutasoa 1 (perustuki).</w:t>
      </w:r>
    </w:p>
    <w:p w14:paraId="180B9B33" w14:textId="77777777" w:rsidR="00F14D41" w:rsidRDefault="00F14D41" w:rsidP="00F14D41">
      <w:pPr>
        <w:pStyle w:val="Luettelokappale"/>
        <w:numPr>
          <w:ilvl w:val="0"/>
          <w:numId w:val="23"/>
        </w:numPr>
      </w:pPr>
      <w:r>
        <w:t>palveluaika P1: arkisin 8-16</w:t>
      </w:r>
    </w:p>
    <w:p w14:paraId="104DB5B1" w14:textId="77777777" w:rsidR="00F14D41" w:rsidRDefault="00F14D41" w:rsidP="00F14D41">
      <w:pPr>
        <w:pStyle w:val="Luettelokappale"/>
        <w:numPr>
          <w:ilvl w:val="0"/>
          <w:numId w:val="23"/>
        </w:numPr>
      </w:pPr>
      <w:r>
        <w:t xml:space="preserve">tavoitettavuus T1: </w:t>
      </w:r>
      <w:proofErr w:type="gramStart"/>
      <w:r>
        <w:t>80%</w:t>
      </w:r>
      <w:proofErr w:type="gramEnd"/>
      <w:r>
        <w:t xml:space="preserve"> 2 min kuluessa</w:t>
      </w:r>
    </w:p>
    <w:p w14:paraId="104009B1" w14:textId="77777777" w:rsidR="00F14D41" w:rsidRDefault="00F14D41" w:rsidP="00F14D41">
      <w:pPr>
        <w:pStyle w:val="Luettelokappale"/>
        <w:numPr>
          <w:ilvl w:val="0"/>
          <w:numId w:val="23"/>
        </w:numPr>
      </w:pPr>
      <w:r>
        <w:t xml:space="preserve">ratkaisukyky R1: ratkaisu </w:t>
      </w:r>
      <w:proofErr w:type="gramStart"/>
      <w:r>
        <w:t>60%</w:t>
      </w:r>
      <w:proofErr w:type="gramEnd"/>
    </w:p>
    <w:p w14:paraId="03C07C3C" w14:textId="77777777" w:rsidR="00F14D41" w:rsidRDefault="00F14D41" w:rsidP="00F14D41">
      <w:pPr>
        <w:pStyle w:val="Otsikko2"/>
      </w:pPr>
      <w:r>
        <w:t>Tietoliikenteen peruspalvelut</w:t>
      </w:r>
    </w:p>
    <w:p w14:paraId="0A6AAE5E" w14:textId="77777777" w:rsidR="00F14D41" w:rsidRDefault="00F14D41" w:rsidP="00F14D41">
      <w:r>
        <w:t>Nuorten kanava -palvelussa käytetään palvelutasoa II (normaali).</w:t>
      </w:r>
    </w:p>
    <w:p w14:paraId="39AFF1D7" w14:textId="77777777" w:rsidR="00F14D41" w:rsidRDefault="00F14D41" w:rsidP="00F14D41">
      <w:pPr>
        <w:pStyle w:val="Luettelokappale"/>
        <w:numPr>
          <w:ilvl w:val="0"/>
          <w:numId w:val="24"/>
        </w:numPr>
      </w:pPr>
      <w:r>
        <w:t>palveluaika, häiriöselvitys P2: arkisin 7-18</w:t>
      </w:r>
    </w:p>
    <w:p w14:paraId="2DDD8698" w14:textId="77777777" w:rsidR="00F14D41" w:rsidRDefault="00F14D41" w:rsidP="00F14D41">
      <w:pPr>
        <w:pStyle w:val="Luettelokappale"/>
        <w:numPr>
          <w:ilvl w:val="0"/>
          <w:numId w:val="24"/>
        </w:numPr>
      </w:pPr>
      <w:r>
        <w:t>käytettävyys K3: 99,</w:t>
      </w:r>
      <w:proofErr w:type="gramStart"/>
      <w:r>
        <w:t>5%</w:t>
      </w:r>
      <w:proofErr w:type="gramEnd"/>
    </w:p>
    <w:p w14:paraId="2681459E" w14:textId="77777777" w:rsidR="00F14D41" w:rsidRDefault="00F14D41" w:rsidP="00F14D41">
      <w:pPr>
        <w:pStyle w:val="Luettelokappale"/>
        <w:numPr>
          <w:ilvl w:val="0"/>
          <w:numId w:val="24"/>
        </w:numPr>
      </w:pPr>
      <w:r>
        <w:t xml:space="preserve">palveluvaste V2: </w:t>
      </w:r>
      <w:proofErr w:type="spellStart"/>
      <w:r>
        <w:t>reag</w:t>
      </w:r>
      <w:proofErr w:type="spellEnd"/>
      <w:r>
        <w:t xml:space="preserve">: 2h, </w:t>
      </w:r>
      <w:proofErr w:type="spellStart"/>
      <w:r>
        <w:t>ratk</w:t>
      </w:r>
      <w:proofErr w:type="spellEnd"/>
      <w:r>
        <w:t>: 1tp</w:t>
      </w:r>
    </w:p>
    <w:p w14:paraId="4858946A" w14:textId="77777777" w:rsidR="00F14D41" w:rsidRPr="00F14D41" w:rsidRDefault="00F14D41" w:rsidP="00F14D41"/>
    <w:p w14:paraId="0942946E" w14:textId="77777777" w:rsidR="00F14D41" w:rsidRDefault="00F14D41" w:rsidP="00F14D41"/>
    <w:p w14:paraId="5A450558" w14:textId="77777777" w:rsidR="00F14D41" w:rsidRDefault="00F14D41" w:rsidP="00F14D41"/>
    <w:p w14:paraId="24EAE274" w14:textId="77777777" w:rsidR="00EC0AC9" w:rsidRPr="0043228F" w:rsidRDefault="00EC0AC9" w:rsidP="00F14D41"/>
    <w:sectPr w:rsidR="00EC0AC9" w:rsidRPr="0043228F" w:rsidSect="0040265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F900A7C" w15:done="0"/>
  <w15:commentEx w15:paraId="23EEF2D7" w15:paraIdParent="0F900A7C" w15:done="0"/>
  <w15:commentEx w15:paraId="20E6FA00" w15:done="0"/>
  <w15:commentEx w15:paraId="339946BA" w15:paraIdParent="20E6FA00" w15:done="0"/>
  <w15:commentEx w15:paraId="1A3B120F" w15:done="0"/>
  <w15:commentEx w15:paraId="67307DAC" w15:done="0"/>
  <w15:commentEx w15:paraId="4A52207A" w15:paraIdParent="67307DAC" w15:done="0"/>
  <w15:commentEx w15:paraId="4BB4BEDD" w15:done="0"/>
  <w15:commentEx w15:paraId="700AF641" w15:paraIdParent="4BB4BED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FFE48D" w14:textId="77777777" w:rsidR="00CB3B9D" w:rsidRDefault="00CB3B9D" w:rsidP="00D82F97">
      <w:pPr>
        <w:spacing w:after="0" w:line="240" w:lineRule="auto"/>
      </w:pPr>
      <w:r>
        <w:separator/>
      </w:r>
    </w:p>
  </w:endnote>
  <w:endnote w:type="continuationSeparator" w:id="0">
    <w:p w14:paraId="7EA19409" w14:textId="77777777" w:rsidR="00CB3B9D" w:rsidRDefault="00CB3B9D" w:rsidP="00D8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E17683" w14:textId="77777777" w:rsidR="006F1AB8" w:rsidRDefault="008E41FB">
    <w:r>
      <w:rPr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 wp14:anchorId="3659B042" wp14:editId="29CBAD38">
              <wp:simplePos x="0" y="0"/>
              <wp:positionH relativeFrom="column">
                <wp:posOffset>-1108075</wp:posOffset>
              </wp:positionH>
              <wp:positionV relativeFrom="paragraph">
                <wp:posOffset>87630</wp:posOffset>
              </wp:positionV>
              <wp:extent cx="9058275" cy="991870"/>
              <wp:effectExtent l="19050" t="0" r="866775" b="17780"/>
              <wp:wrapNone/>
              <wp:docPr id="10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9058275" cy="99187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69A7EDF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6" type="#_x0000_t114" style="position:absolute;margin-left:-87.25pt;margin-top:6.9pt;width:713.25pt;height:78.1pt;rotation:18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5C0FDA3" wp14:editId="57CF03D8">
              <wp:simplePos x="0" y="0"/>
              <wp:positionH relativeFrom="column">
                <wp:posOffset>1957070</wp:posOffset>
              </wp:positionH>
              <wp:positionV relativeFrom="paragraph">
                <wp:posOffset>293370</wp:posOffset>
              </wp:positionV>
              <wp:extent cx="2264410" cy="34480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441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8D3E7D" w14:textId="77777777" w:rsidR="006F1AB8" w:rsidRPr="00B86734" w:rsidRDefault="006F1AB8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proofErr w:type="spellStart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Finnish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 xml:space="preserve"> Net Solutions Oy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5C0FDA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4.1pt;margin-top:23.1pt;width:178.3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+c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" filled="f" stroked="f">
              <v:textbox>
                <w:txbxContent>
                  <w:p w14:paraId="0B8D3E7D" w14:textId="77777777" w:rsidR="006F1AB8" w:rsidRPr="00B86734" w:rsidRDefault="006F1AB8">
                    <w:pPr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>Finnish Net Solutions Oy</w:t>
                    </w:r>
                  </w:p>
                </w:txbxContent>
              </v:textbox>
            </v:shape>
          </w:pict>
        </mc:Fallback>
      </mc:AlternateContent>
    </w:r>
  </w:p>
  <w:p w14:paraId="208C8291" w14:textId="77777777" w:rsidR="006F1AB8" w:rsidRDefault="008E41FB">
    <w:pPr>
      <w:pStyle w:val="Alatunnis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BD36710" wp14:editId="38259260">
              <wp:simplePos x="0" y="0"/>
              <wp:positionH relativeFrom="column">
                <wp:posOffset>2574290</wp:posOffset>
              </wp:positionH>
              <wp:positionV relativeFrom="paragraph">
                <wp:posOffset>231775</wp:posOffset>
              </wp:positionV>
              <wp:extent cx="889000" cy="34480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A83083" w14:textId="77777777" w:rsidR="006F1AB8" w:rsidRPr="00B86734" w:rsidRDefault="006F1AB8" w:rsidP="00B86734">
                          <w:p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867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www.fns.fi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BD36710" id="Text Box 12" o:spid="_x0000_s1028" type="#_x0000_t202" style="position:absolute;margin-left:202.7pt;margin-top:18.25pt;width:70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" filled="f" stroked="f">
              <v:textbox>
                <w:txbxContent>
                  <w:p w14:paraId="38A83083" w14:textId="77777777" w:rsidR="006F1AB8" w:rsidRPr="00B86734" w:rsidRDefault="006F1AB8" w:rsidP="00B86734">
                    <w:pPr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B86734">
                      <w:rPr>
                        <w:color w:val="FFFFFF" w:themeColor="background1"/>
                        <w:sz w:val="24"/>
                        <w:szCs w:val="24"/>
                      </w:rPr>
                      <w:t>www.fns.fi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0295D3" w14:textId="77777777" w:rsidR="00CB3B9D" w:rsidRDefault="00CB3B9D" w:rsidP="00D82F97">
      <w:pPr>
        <w:spacing w:after="0" w:line="240" w:lineRule="auto"/>
      </w:pPr>
      <w:r>
        <w:separator/>
      </w:r>
    </w:p>
  </w:footnote>
  <w:footnote w:type="continuationSeparator" w:id="0">
    <w:p w14:paraId="46E036CD" w14:textId="77777777" w:rsidR="00CB3B9D" w:rsidRDefault="00CB3B9D" w:rsidP="00D8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FB731" w14:textId="77777777" w:rsidR="006F1AB8" w:rsidRDefault="008E41FB">
    <w:pPr>
      <w:pStyle w:val="Yltunnis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F1AEA12" wp14:editId="16927115">
              <wp:simplePos x="0" y="0"/>
              <wp:positionH relativeFrom="column">
                <wp:posOffset>608330</wp:posOffset>
              </wp:positionH>
              <wp:positionV relativeFrom="paragraph">
                <wp:posOffset>-184150</wp:posOffset>
              </wp:positionV>
              <wp:extent cx="5917565" cy="397510"/>
              <wp:effectExtent l="0" t="0" r="0" b="254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17565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6D443F" w14:textId="77777777" w:rsidR="006F1AB8" w:rsidRPr="0043228F" w:rsidRDefault="006F1AB8" w:rsidP="00504AB2">
                          <w:pP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4E56AE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 w:rsidR="0043228F" w:rsidRP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Liite 8</w:t>
                          </w:r>
                          <w:r w:rsidRP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:</w:t>
                          </w:r>
                          <w:r w:rsidR="006A2A0C" w:rsidRP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 </w:t>
                          </w:r>
                          <w:r w:rsidR="0043228F" w:rsidRP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Palveluta</w:t>
                          </w:r>
                          <w:r w:rsid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sosopimus</w:t>
                          </w:r>
                          <w:r w:rsidRP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r w:rsidRPr="0043228F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ab/>
                          </w: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250395305"/>
                              <w:docPartObj>
                                <w:docPartGallery w:val="Page Numbers (Top of Page)"/>
                                <w:docPartUnique/>
                              </w:docPartObj>
                            </w:sdtPr>
                            <w:sdtEndPr>
                              <w:rPr>
                                <w:color w:val="FFFFFF" w:themeColor="background1"/>
                              </w:rPr>
                            </w:sdtEndPr>
                            <w:sdtContent>
                              <w:r w:rsidRPr="0043228F"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 w:rsidRPr="0043228F">
                                <w:rPr>
                                  <w:sz w:val="28"/>
                                  <w:szCs w:val="28"/>
                                </w:rPr>
                                <w:tab/>
                              </w:r>
                              <w:r w:rsidR="00B43F78" w:rsidRPr="0043228F">
                                <w:rPr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  <w:r w:rsidRPr="0043228F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Sivu 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43228F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instrText xml:space="preserve"> PAGE </w:instrTex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27347">
                                <w:rPr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43228F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 xml:space="preserve"> / 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43228F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instrText xml:space="preserve"> NUMPAGES  </w:instrTex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="00627347">
                                <w:rPr>
                                  <w:noProof/>
                                  <w:color w:val="FFFFFF" w:themeColor="background1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FD060A" w:rsidRPr="004E56AE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sdtContent>
                          </w:sdt>
                        </w:p>
                        <w:p w14:paraId="3EDFD06C" w14:textId="77777777" w:rsidR="006F1AB8" w:rsidRPr="0043228F" w:rsidRDefault="006F1AB8" w:rsidP="00275FC3">
                          <w:pPr>
                            <w:jc w:val="center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7.9pt;margin-top:-14.5pt;width:465.95pt;height: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0o6tw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" filled="f" stroked="f">
              <v:textbox>
                <w:txbxContent>
                  <w:p w14:paraId="146D443F" w14:textId="77777777" w:rsidR="006F1AB8" w:rsidRPr="0043228F" w:rsidRDefault="006F1AB8" w:rsidP="00504AB2">
                    <w:pPr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4E56AE">
                      <w:rPr>
                        <w:color w:val="FFFFFF" w:themeColor="background1"/>
                        <w:sz w:val="28"/>
                        <w:szCs w:val="28"/>
                      </w:rPr>
                      <w:t xml:space="preserve"> </w:t>
                    </w:r>
                    <w:r w:rsidR="0043228F" w:rsidRPr="0043228F">
                      <w:rPr>
                        <w:color w:val="FFFFFF" w:themeColor="background1"/>
                        <w:sz w:val="28"/>
                        <w:szCs w:val="28"/>
                      </w:rPr>
                      <w:t>Liite 8</w:t>
                    </w:r>
                    <w:r w:rsidRPr="0043228F">
                      <w:rPr>
                        <w:color w:val="FFFFFF" w:themeColor="background1"/>
                        <w:sz w:val="28"/>
                        <w:szCs w:val="28"/>
                      </w:rPr>
                      <w:t>:</w:t>
                    </w:r>
                    <w:r w:rsidR="006A2A0C" w:rsidRPr="0043228F">
                      <w:rPr>
                        <w:color w:val="FFFFFF" w:themeColor="background1"/>
                        <w:sz w:val="28"/>
                        <w:szCs w:val="28"/>
                      </w:rPr>
                      <w:t xml:space="preserve"> </w:t>
                    </w:r>
                    <w:r w:rsidR="0043228F" w:rsidRPr="0043228F">
                      <w:rPr>
                        <w:color w:val="FFFFFF" w:themeColor="background1"/>
                        <w:sz w:val="28"/>
                        <w:szCs w:val="28"/>
                      </w:rPr>
                      <w:t>Palveluta</w:t>
                    </w:r>
                    <w:r w:rsidR="0043228F">
                      <w:rPr>
                        <w:color w:val="FFFFFF" w:themeColor="background1"/>
                        <w:sz w:val="28"/>
                        <w:szCs w:val="28"/>
                      </w:rPr>
                      <w:t>sosopimus</w:t>
                    </w:r>
                    <w:r w:rsidRPr="0043228F">
                      <w:rPr>
                        <w:color w:val="FFFFFF" w:themeColor="background1"/>
                        <w:sz w:val="28"/>
                        <w:szCs w:val="28"/>
                      </w:rPr>
                      <w:tab/>
                    </w:r>
                    <w:r w:rsidRPr="0043228F">
                      <w:rPr>
                        <w:color w:val="FFFFFF" w:themeColor="background1"/>
                        <w:sz w:val="28"/>
                        <w:szCs w:val="28"/>
                      </w:rPr>
                      <w:tab/>
                    </w:r>
                    <w:sdt>
                      <w:sdtPr>
                        <w:rPr>
                          <w:sz w:val="28"/>
                          <w:szCs w:val="28"/>
                        </w:rPr>
                        <w:id w:val="250395305"/>
                        <w:docPartObj>
                          <w:docPartGallery w:val="Page Numbers (Top of Page)"/>
                          <w:docPartUnique/>
                        </w:docPartObj>
                      </w:sdtPr>
                      <w:sdtEndPr>
                        <w:rPr>
                          <w:color w:val="FFFFFF" w:themeColor="background1"/>
                        </w:rPr>
                      </w:sdtEndPr>
                      <w:sdtContent>
                        <w:r w:rsidRPr="0043228F">
                          <w:rPr>
                            <w:sz w:val="28"/>
                            <w:szCs w:val="28"/>
                          </w:rPr>
                          <w:tab/>
                        </w:r>
                        <w:r w:rsidRPr="0043228F">
                          <w:rPr>
                            <w:sz w:val="28"/>
                            <w:szCs w:val="28"/>
                          </w:rPr>
                          <w:tab/>
                        </w:r>
                        <w:r w:rsidR="00B43F78" w:rsidRPr="0043228F">
                          <w:rPr>
                            <w:sz w:val="28"/>
                            <w:szCs w:val="28"/>
                          </w:rPr>
                          <w:t xml:space="preserve">    </w:t>
                        </w:r>
                        <w:r w:rsidRPr="0043228F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Sivu 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begin"/>
                        </w:r>
                        <w:r w:rsidRPr="0043228F">
                          <w:rPr>
                            <w:color w:val="FFFFFF" w:themeColor="background1"/>
                            <w:sz w:val="18"/>
                            <w:szCs w:val="18"/>
                          </w:rPr>
                          <w:instrText xml:space="preserve"> PAGE </w:instrTex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separate"/>
                        </w:r>
                        <w:r w:rsidR="00627347">
                          <w:rPr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2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end"/>
                        </w:r>
                        <w:r w:rsidRPr="0043228F">
                          <w:rPr>
                            <w:color w:val="FFFFFF" w:themeColor="background1"/>
                            <w:sz w:val="18"/>
                            <w:szCs w:val="18"/>
                          </w:rPr>
                          <w:t xml:space="preserve"> / 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begin"/>
                        </w:r>
                        <w:r w:rsidRPr="0043228F">
                          <w:rPr>
                            <w:color w:val="FFFFFF" w:themeColor="background1"/>
                            <w:sz w:val="18"/>
                            <w:szCs w:val="18"/>
                          </w:rPr>
                          <w:instrText xml:space="preserve"> NUMPAGES  </w:instrTex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separate"/>
                        </w:r>
                        <w:r w:rsidR="00627347">
                          <w:rPr>
                            <w:noProof/>
                            <w:color w:val="FFFFFF" w:themeColor="background1"/>
                            <w:sz w:val="18"/>
                            <w:szCs w:val="18"/>
                          </w:rPr>
                          <w:t>2</w:t>
                        </w:r>
                        <w:r w:rsidR="00FD060A" w:rsidRPr="004E56AE">
                          <w:rPr>
                            <w:color w:val="FFFFFF" w:themeColor="background1"/>
                            <w:sz w:val="18"/>
                            <w:szCs w:val="18"/>
                          </w:rPr>
                          <w:fldChar w:fldCharType="end"/>
                        </w:r>
                      </w:sdtContent>
                    </w:sdt>
                  </w:p>
                  <w:p w14:paraId="3EDFD06C" w14:textId="77777777" w:rsidR="006F1AB8" w:rsidRPr="0043228F" w:rsidRDefault="006F1AB8" w:rsidP="00275FC3">
                    <w:pPr>
                      <w:jc w:val="center"/>
                      <w:rPr>
                        <w:color w:val="FFFFFF" w:themeColor="background1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0B09037B" wp14:editId="73D738C8">
              <wp:simplePos x="0" y="0"/>
              <wp:positionH relativeFrom="column">
                <wp:posOffset>-746125</wp:posOffset>
              </wp:positionH>
              <wp:positionV relativeFrom="paragraph">
                <wp:posOffset>-458470</wp:posOffset>
              </wp:positionV>
              <wp:extent cx="7642860" cy="862330"/>
              <wp:effectExtent l="0" t="0" r="777240" b="13970"/>
              <wp:wrapNone/>
              <wp:docPr id="1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2860" cy="86233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A5E4FB2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2" o:spid="_x0000_s1026" type="#_x0000_t114" style="position:absolute;margin-left:-58.75pt;margin-top:-36.1pt;width:601.8pt;height:67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 w:rsidR="006F1AB8" w:rsidRPr="00B86734">
      <w:rPr>
        <w:noProof/>
      </w:rPr>
      <w:drawing>
        <wp:anchor distT="0" distB="0" distL="114300" distR="114300" simplePos="0" relativeHeight="251662336" behindDoc="0" locked="0" layoutInCell="1" allowOverlap="1" wp14:anchorId="22AA4C37" wp14:editId="7A3AA1AF">
          <wp:simplePos x="0" y="0"/>
          <wp:positionH relativeFrom="column">
            <wp:posOffset>-356235</wp:posOffset>
          </wp:positionH>
          <wp:positionV relativeFrom="paragraph">
            <wp:posOffset>-251460</wp:posOffset>
          </wp:positionV>
          <wp:extent cx="636905" cy="439420"/>
          <wp:effectExtent l="19050" t="0" r="0" b="0"/>
          <wp:wrapThrough wrapText="bothSides">
            <wp:wrapPolygon edited="0">
              <wp:start x="646" y="0"/>
              <wp:lineTo x="-646" y="19665"/>
              <wp:lineTo x="20028" y="19665"/>
              <wp:lineTo x="21320" y="15919"/>
              <wp:lineTo x="21320" y="6555"/>
              <wp:lineTo x="18736" y="3746"/>
              <wp:lineTo x="6461" y="0"/>
              <wp:lineTo x="646" y="0"/>
            </wp:wrapPolygon>
          </wp:wrapThrough>
          <wp:docPr id="8" name="Kuva 8" descr="logo_f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90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6036D"/>
    <w:multiLevelType w:val="hybridMultilevel"/>
    <w:tmpl w:val="03482DE2"/>
    <w:lvl w:ilvl="0" w:tplc="FE0CD9AA">
      <w:start w:val="1"/>
      <w:numFmt w:val="bullet"/>
      <w:pStyle w:val="Viiva2"/>
      <w:lvlText w:val="-"/>
      <w:lvlJc w:val="left"/>
      <w:pPr>
        <w:tabs>
          <w:tab w:val="num" w:pos="2965"/>
        </w:tabs>
        <w:ind w:left="2965" w:hanging="357"/>
      </w:pPr>
      <w:rPr>
        <w:rFonts w:ascii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CE3C1B"/>
    <w:multiLevelType w:val="hybridMultilevel"/>
    <w:tmpl w:val="2A267C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33E36"/>
    <w:multiLevelType w:val="hybridMultilevel"/>
    <w:tmpl w:val="C6B83C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4412D1"/>
    <w:multiLevelType w:val="hybridMultilevel"/>
    <w:tmpl w:val="331E7C8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27949"/>
    <w:multiLevelType w:val="hybridMultilevel"/>
    <w:tmpl w:val="E6E444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91335"/>
    <w:multiLevelType w:val="hybridMultilevel"/>
    <w:tmpl w:val="2FB45A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F52E45"/>
    <w:multiLevelType w:val="hybridMultilevel"/>
    <w:tmpl w:val="90B01C74"/>
    <w:lvl w:ilvl="0" w:tplc="FFFFFFFF">
      <w:start w:val="1"/>
      <w:numFmt w:val="bullet"/>
      <w:pStyle w:val="JhsNormSis1Pallo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"/>
      <w:lvlJc w:val="left"/>
      <w:pPr>
        <w:tabs>
          <w:tab w:val="num" w:pos="2385"/>
        </w:tabs>
        <w:ind w:left="2385" w:hanging="585"/>
      </w:pPr>
      <w:rPr>
        <w:rFonts w:ascii="Wingdings" w:eastAsia="Times New Roman" w:hAnsi="Wingdings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FE5C6A"/>
    <w:multiLevelType w:val="hybridMultilevel"/>
    <w:tmpl w:val="31FE24E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716F92"/>
    <w:multiLevelType w:val="hybridMultilevel"/>
    <w:tmpl w:val="206C19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26D2B"/>
    <w:multiLevelType w:val="hybridMultilevel"/>
    <w:tmpl w:val="A412C12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B73424"/>
    <w:multiLevelType w:val="hybridMultilevel"/>
    <w:tmpl w:val="01E60EB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97313"/>
    <w:multiLevelType w:val="hybridMultilevel"/>
    <w:tmpl w:val="F118B90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2278A"/>
    <w:multiLevelType w:val="hybridMultilevel"/>
    <w:tmpl w:val="4A724A3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1664D5"/>
    <w:multiLevelType w:val="hybridMultilevel"/>
    <w:tmpl w:val="21E4689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E75D4"/>
    <w:multiLevelType w:val="hybridMultilevel"/>
    <w:tmpl w:val="0CE2A46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4A4BE5"/>
    <w:multiLevelType w:val="hybridMultilevel"/>
    <w:tmpl w:val="A57E68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55A61B41"/>
    <w:multiLevelType w:val="hybridMultilevel"/>
    <w:tmpl w:val="9E022B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34210C"/>
    <w:multiLevelType w:val="hybridMultilevel"/>
    <w:tmpl w:val="1142819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83F8A"/>
    <w:multiLevelType w:val="hybridMultilevel"/>
    <w:tmpl w:val="F65253C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C7227E"/>
    <w:multiLevelType w:val="multilevel"/>
    <w:tmpl w:val="393AB328"/>
    <w:lvl w:ilvl="0">
      <w:start w:val="1"/>
      <w:numFmt w:val="decimal"/>
      <w:pStyle w:val="Otsikko2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76894103"/>
    <w:multiLevelType w:val="hybridMultilevel"/>
    <w:tmpl w:val="8828D31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414018"/>
    <w:multiLevelType w:val="hybridMultilevel"/>
    <w:tmpl w:val="C94E5D34"/>
    <w:lvl w:ilvl="0" w:tplc="595223E8">
      <w:start w:val="12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2">
    <w:nsid w:val="7DB67E99"/>
    <w:multiLevelType w:val="hybridMultilevel"/>
    <w:tmpl w:val="EB8889A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FA00D7"/>
    <w:multiLevelType w:val="hybridMultilevel"/>
    <w:tmpl w:val="C9DA65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5"/>
  </w:num>
  <w:num w:numId="5">
    <w:abstractNumId w:val="16"/>
  </w:num>
  <w:num w:numId="6">
    <w:abstractNumId w:val="21"/>
  </w:num>
  <w:num w:numId="7">
    <w:abstractNumId w:val="18"/>
  </w:num>
  <w:num w:numId="8">
    <w:abstractNumId w:val="4"/>
  </w:num>
  <w:num w:numId="9">
    <w:abstractNumId w:val="10"/>
  </w:num>
  <w:num w:numId="10">
    <w:abstractNumId w:val="17"/>
  </w:num>
  <w:num w:numId="11">
    <w:abstractNumId w:val="1"/>
  </w:num>
  <w:num w:numId="12">
    <w:abstractNumId w:val="3"/>
  </w:num>
  <w:num w:numId="13">
    <w:abstractNumId w:val="8"/>
  </w:num>
  <w:num w:numId="14">
    <w:abstractNumId w:val="22"/>
  </w:num>
  <w:num w:numId="15">
    <w:abstractNumId w:val="14"/>
  </w:num>
  <w:num w:numId="16">
    <w:abstractNumId w:val="20"/>
  </w:num>
  <w:num w:numId="17">
    <w:abstractNumId w:val="12"/>
  </w:num>
  <w:num w:numId="18">
    <w:abstractNumId w:val="2"/>
  </w:num>
  <w:num w:numId="19">
    <w:abstractNumId w:val="0"/>
  </w:num>
  <w:num w:numId="20">
    <w:abstractNumId w:val="15"/>
  </w:num>
  <w:num w:numId="21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7"/>
  </w:num>
  <w:num w:numId="2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ne Huttunen">
    <w15:presenceInfo w15:providerId="Windows Live" w15:userId="a35ddc0394b921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BB"/>
    <w:rsid w:val="000016B6"/>
    <w:rsid w:val="000025EC"/>
    <w:rsid w:val="00005438"/>
    <w:rsid w:val="000075D4"/>
    <w:rsid w:val="000150D6"/>
    <w:rsid w:val="00020A02"/>
    <w:rsid w:val="000222E7"/>
    <w:rsid w:val="000226C1"/>
    <w:rsid w:val="0002681A"/>
    <w:rsid w:val="00032312"/>
    <w:rsid w:val="00035689"/>
    <w:rsid w:val="00035C2F"/>
    <w:rsid w:val="000367BA"/>
    <w:rsid w:val="00037055"/>
    <w:rsid w:val="00040398"/>
    <w:rsid w:val="00045A67"/>
    <w:rsid w:val="000505D2"/>
    <w:rsid w:val="00051A6A"/>
    <w:rsid w:val="000533D6"/>
    <w:rsid w:val="000557BF"/>
    <w:rsid w:val="000569E4"/>
    <w:rsid w:val="00074A65"/>
    <w:rsid w:val="0007510B"/>
    <w:rsid w:val="00076716"/>
    <w:rsid w:val="00082EF7"/>
    <w:rsid w:val="00086A04"/>
    <w:rsid w:val="00091298"/>
    <w:rsid w:val="00092216"/>
    <w:rsid w:val="00094ABD"/>
    <w:rsid w:val="00094D1B"/>
    <w:rsid w:val="000A372E"/>
    <w:rsid w:val="000A62FF"/>
    <w:rsid w:val="000A6D66"/>
    <w:rsid w:val="000B6583"/>
    <w:rsid w:val="000B65D0"/>
    <w:rsid w:val="000C1832"/>
    <w:rsid w:val="000C1CFB"/>
    <w:rsid w:val="000D4469"/>
    <w:rsid w:val="000D711C"/>
    <w:rsid w:val="000E14EB"/>
    <w:rsid w:val="000E3E88"/>
    <w:rsid w:val="000E6936"/>
    <w:rsid w:val="000F26B0"/>
    <w:rsid w:val="00102CDA"/>
    <w:rsid w:val="001060B7"/>
    <w:rsid w:val="0011243C"/>
    <w:rsid w:val="00112B37"/>
    <w:rsid w:val="001170BB"/>
    <w:rsid w:val="0011776D"/>
    <w:rsid w:val="00120FAA"/>
    <w:rsid w:val="00125796"/>
    <w:rsid w:val="00127108"/>
    <w:rsid w:val="001312EB"/>
    <w:rsid w:val="00131817"/>
    <w:rsid w:val="00135118"/>
    <w:rsid w:val="00136530"/>
    <w:rsid w:val="001453D7"/>
    <w:rsid w:val="001529DE"/>
    <w:rsid w:val="0015310E"/>
    <w:rsid w:val="00154066"/>
    <w:rsid w:val="001577F8"/>
    <w:rsid w:val="00157A6B"/>
    <w:rsid w:val="00162209"/>
    <w:rsid w:val="00166DED"/>
    <w:rsid w:val="00167FCC"/>
    <w:rsid w:val="00174E16"/>
    <w:rsid w:val="00183F4B"/>
    <w:rsid w:val="00184627"/>
    <w:rsid w:val="00185298"/>
    <w:rsid w:val="00186B53"/>
    <w:rsid w:val="001A09DA"/>
    <w:rsid w:val="001A254B"/>
    <w:rsid w:val="001A2F98"/>
    <w:rsid w:val="001A64EF"/>
    <w:rsid w:val="001A7266"/>
    <w:rsid w:val="001A7C06"/>
    <w:rsid w:val="001B3D28"/>
    <w:rsid w:val="001B6760"/>
    <w:rsid w:val="001B79FA"/>
    <w:rsid w:val="001D38B4"/>
    <w:rsid w:val="001D39AC"/>
    <w:rsid w:val="001D4DC6"/>
    <w:rsid w:val="001E44AE"/>
    <w:rsid w:val="001E5BD2"/>
    <w:rsid w:val="001F424E"/>
    <w:rsid w:val="001F45ED"/>
    <w:rsid w:val="001F5A59"/>
    <w:rsid w:val="00201EE7"/>
    <w:rsid w:val="0020258E"/>
    <w:rsid w:val="00203766"/>
    <w:rsid w:val="00204128"/>
    <w:rsid w:val="002079C8"/>
    <w:rsid w:val="00207C8F"/>
    <w:rsid w:val="0021272C"/>
    <w:rsid w:val="002147CB"/>
    <w:rsid w:val="00217C94"/>
    <w:rsid w:val="00224F66"/>
    <w:rsid w:val="00233945"/>
    <w:rsid w:val="00233E6A"/>
    <w:rsid w:val="00237777"/>
    <w:rsid w:val="0024331D"/>
    <w:rsid w:val="00243405"/>
    <w:rsid w:val="002434CE"/>
    <w:rsid w:val="0024430C"/>
    <w:rsid w:val="00244C3E"/>
    <w:rsid w:val="00246E04"/>
    <w:rsid w:val="00250CD9"/>
    <w:rsid w:val="0025651C"/>
    <w:rsid w:val="00256753"/>
    <w:rsid w:val="002650B4"/>
    <w:rsid w:val="00273ACB"/>
    <w:rsid w:val="002744E9"/>
    <w:rsid w:val="00275FC3"/>
    <w:rsid w:val="00277045"/>
    <w:rsid w:val="002803F3"/>
    <w:rsid w:val="00287082"/>
    <w:rsid w:val="0028778D"/>
    <w:rsid w:val="00295F6A"/>
    <w:rsid w:val="00296560"/>
    <w:rsid w:val="002A64ED"/>
    <w:rsid w:val="002A6662"/>
    <w:rsid w:val="002A7929"/>
    <w:rsid w:val="002B11B7"/>
    <w:rsid w:val="002B47FE"/>
    <w:rsid w:val="002B758E"/>
    <w:rsid w:val="002C23B1"/>
    <w:rsid w:val="002C3B62"/>
    <w:rsid w:val="002D32B5"/>
    <w:rsid w:val="002D7E8B"/>
    <w:rsid w:val="002E7193"/>
    <w:rsid w:val="002E7F52"/>
    <w:rsid w:val="002F089B"/>
    <w:rsid w:val="002F2BB0"/>
    <w:rsid w:val="002F561B"/>
    <w:rsid w:val="002F76CA"/>
    <w:rsid w:val="002F7E54"/>
    <w:rsid w:val="0030687A"/>
    <w:rsid w:val="00313129"/>
    <w:rsid w:val="00316B0C"/>
    <w:rsid w:val="003175A0"/>
    <w:rsid w:val="00337392"/>
    <w:rsid w:val="00337EC4"/>
    <w:rsid w:val="00344B06"/>
    <w:rsid w:val="003466D8"/>
    <w:rsid w:val="003524D7"/>
    <w:rsid w:val="003612E3"/>
    <w:rsid w:val="0037087A"/>
    <w:rsid w:val="00370E49"/>
    <w:rsid w:val="00371FED"/>
    <w:rsid w:val="0037372B"/>
    <w:rsid w:val="00383EBA"/>
    <w:rsid w:val="003840A3"/>
    <w:rsid w:val="003844D2"/>
    <w:rsid w:val="003847E8"/>
    <w:rsid w:val="00392817"/>
    <w:rsid w:val="00394559"/>
    <w:rsid w:val="0039470A"/>
    <w:rsid w:val="00395BCB"/>
    <w:rsid w:val="003964FF"/>
    <w:rsid w:val="003A156B"/>
    <w:rsid w:val="003A3EE0"/>
    <w:rsid w:val="003A533F"/>
    <w:rsid w:val="003A7D77"/>
    <w:rsid w:val="003C08D2"/>
    <w:rsid w:val="003C11FB"/>
    <w:rsid w:val="003D52B5"/>
    <w:rsid w:val="003D5603"/>
    <w:rsid w:val="003D594B"/>
    <w:rsid w:val="003D738F"/>
    <w:rsid w:val="003E24CD"/>
    <w:rsid w:val="003E6282"/>
    <w:rsid w:val="003F21F6"/>
    <w:rsid w:val="003F5543"/>
    <w:rsid w:val="003F5C07"/>
    <w:rsid w:val="003F7B0E"/>
    <w:rsid w:val="00402653"/>
    <w:rsid w:val="004103FB"/>
    <w:rsid w:val="00412B07"/>
    <w:rsid w:val="00413325"/>
    <w:rsid w:val="0041399D"/>
    <w:rsid w:val="004217E2"/>
    <w:rsid w:val="00425128"/>
    <w:rsid w:val="0043228F"/>
    <w:rsid w:val="0043393A"/>
    <w:rsid w:val="004372A3"/>
    <w:rsid w:val="004407DB"/>
    <w:rsid w:val="00444217"/>
    <w:rsid w:val="00445108"/>
    <w:rsid w:val="00446A2F"/>
    <w:rsid w:val="00453531"/>
    <w:rsid w:val="0045379A"/>
    <w:rsid w:val="004563C5"/>
    <w:rsid w:val="00474857"/>
    <w:rsid w:val="00485EB6"/>
    <w:rsid w:val="004862F5"/>
    <w:rsid w:val="004910A5"/>
    <w:rsid w:val="004912E4"/>
    <w:rsid w:val="00494FC3"/>
    <w:rsid w:val="004A0FFD"/>
    <w:rsid w:val="004A3C2C"/>
    <w:rsid w:val="004B3C6C"/>
    <w:rsid w:val="004B6307"/>
    <w:rsid w:val="004C0824"/>
    <w:rsid w:val="004C1418"/>
    <w:rsid w:val="004C32EC"/>
    <w:rsid w:val="004C64E0"/>
    <w:rsid w:val="004C7FBF"/>
    <w:rsid w:val="004D0C5E"/>
    <w:rsid w:val="004D3568"/>
    <w:rsid w:val="004D46D0"/>
    <w:rsid w:val="004D543F"/>
    <w:rsid w:val="004D5576"/>
    <w:rsid w:val="004D7F5B"/>
    <w:rsid w:val="004E4B93"/>
    <w:rsid w:val="004E56AE"/>
    <w:rsid w:val="004E6410"/>
    <w:rsid w:val="004F0DE9"/>
    <w:rsid w:val="004F2051"/>
    <w:rsid w:val="004F3195"/>
    <w:rsid w:val="004F5E40"/>
    <w:rsid w:val="004F6A54"/>
    <w:rsid w:val="004F6DC6"/>
    <w:rsid w:val="00500E14"/>
    <w:rsid w:val="0050356B"/>
    <w:rsid w:val="00504AB2"/>
    <w:rsid w:val="00506AD5"/>
    <w:rsid w:val="0051355F"/>
    <w:rsid w:val="00514C0D"/>
    <w:rsid w:val="00515106"/>
    <w:rsid w:val="00515474"/>
    <w:rsid w:val="005202CD"/>
    <w:rsid w:val="0052757C"/>
    <w:rsid w:val="00533A78"/>
    <w:rsid w:val="0053466D"/>
    <w:rsid w:val="005433D4"/>
    <w:rsid w:val="0054558C"/>
    <w:rsid w:val="0055093D"/>
    <w:rsid w:val="00551425"/>
    <w:rsid w:val="005526E9"/>
    <w:rsid w:val="00552D62"/>
    <w:rsid w:val="00553CCE"/>
    <w:rsid w:val="005575A1"/>
    <w:rsid w:val="00570838"/>
    <w:rsid w:val="00571E29"/>
    <w:rsid w:val="00574AA8"/>
    <w:rsid w:val="0057590D"/>
    <w:rsid w:val="00576AD0"/>
    <w:rsid w:val="0058044F"/>
    <w:rsid w:val="00580AEF"/>
    <w:rsid w:val="005839FE"/>
    <w:rsid w:val="00583F44"/>
    <w:rsid w:val="00585F68"/>
    <w:rsid w:val="00586435"/>
    <w:rsid w:val="00590755"/>
    <w:rsid w:val="005923E5"/>
    <w:rsid w:val="005946E9"/>
    <w:rsid w:val="005954AE"/>
    <w:rsid w:val="005A10E8"/>
    <w:rsid w:val="005A1DA4"/>
    <w:rsid w:val="005B6173"/>
    <w:rsid w:val="005C34F8"/>
    <w:rsid w:val="005C5497"/>
    <w:rsid w:val="005C64EB"/>
    <w:rsid w:val="005C7E8F"/>
    <w:rsid w:val="005D1A79"/>
    <w:rsid w:val="005E2DF8"/>
    <w:rsid w:val="005F2733"/>
    <w:rsid w:val="005F7FC7"/>
    <w:rsid w:val="00607FE0"/>
    <w:rsid w:val="00611AAE"/>
    <w:rsid w:val="00620377"/>
    <w:rsid w:val="00622213"/>
    <w:rsid w:val="00623DA7"/>
    <w:rsid w:val="00624E57"/>
    <w:rsid w:val="00627347"/>
    <w:rsid w:val="00633F82"/>
    <w:rsid w:val="0063595D"/>
    <w:rsid w:val="00640829"/>
    <w:rsid w:val="00644BDE"/>
    <w:rsid w:val="00645159"/>
    <w:rsid w:val="00646B50"/>
    <w:rsid w:val="00647894"/>
    <w:rsid w:val="00652FD4"/>
    <w:rsid w:val="00653B3F"/>
    <w:rsid w:val="00654F4D"/>
    <w:rsid w:val="00662E84"/>
    <w:rsid w:val="0066404B"/>
    <w:rsid w:val="00664F22"/>
    <w:rsid w:val="00665572"/>
    <w:rsid w:val="00666227"/>
    <w:rsid w:val="00682D52"/>
    <w:rsid w:val="00690424"/>
    <w:rsid w:val="0069147F"/>
    <w:rsid w:val="006919AE"/>
    <w:rsid w:val="00691B11"/>
    <w:rsid w:val="006932FE"/>
    <w:rsid w:val="006A2A0C"/>
    <w:rsid w:val="006A3C39"/>
    <w:rsid w:val="006A5A60"/>
    <w:rsid w:val="006B04A0"/>
    <w:rsid w:val="006C3CC0"/>
    <w:rsid w:val="006C3D1B"/>
    <w:rsid w:val="006C4B45"/>
    <w:rsid w:val="006C5DD6"/>
    <w:rsid w:val="006C6F68"/>
    <w:rsid w:val="006C7DFD"/>
    <w:rsid w:val="006D1E9F"/>
    <w:rsid w:val="006D28EA"/>
    <w:rsid w:val="006D493A"/>
    <w:rsid w:val="006E5ED9"/>
    <w:rsid w:val="006E7629"/>
    <w:rsid w:val="006F1AB8"/>
    <w:rsid w:val="006F3618"/>
    <w:rsid w:val="00700893"/>
    <w:rsid w:val="00700EAB"/>
    <w:rsid w:val="00705566"/>
    <w:rsid w:val="007149A3"/>
    <w:rsid w:val="00716A79"/>
    <w:rsid w:val="007304B3"/>
    <w:rsid w:val="00737B2F"/>
    <w:rsid w:val="007441EC"/>
    <w:rsid w:val="00746F15"/>
    <w:rsid w:val="0075157A"/>
    <w:rsid w:val="00756BA9"/>
    <w:rsid w:val="007605FA"/>
    <w:rsid w:val="00760A00"/>
    <w:rsid w:val="0076529A"/>
    <w:rsid w:val="0077096E"/>
    <w:rsid w:val="00771D86"/>
    <w:rsid w:val="00771E17"/>
    <w:rsid w:val="00774522"/>
    <w:rsid w:val="00774B98"/>
    <w:rsid w:val="007814C9"/>
    <w:rsid w:val="00781831"/>
    <w:rsid w:val="00781DCD"/>
    <w:rsid w:val="0078681D"/>
    <w:rsid w:val="00792035"/>
    <w:rsid w:val="007A18CF"/>
    <w:rsid w:val="007A3A67"/>
    <w:rsid w:val="007A7185"/>
    <w:rsid w:val="007B54A4"/>
    <w:rsid w:val="007B5E55"/>
    <w:rsid w:val="007B5F88"/>
    <w:rsid w:val="007C2213"/>
    <w:rsid w:val="007C48EB"/>
    <w:rsid w:val="007D4110"/>
    <w:rsid w:val="007D758E"/>
    <w:rsid w:val="007E067B"/>
    <w:rsid w:val="007E3659"/>
    <w:rsid w:val="007E5928"/>
    <w:rsid w:val="007F2EA9"/>
    <w:rsid w:val="007F460B"/>
    <w:rsid w:val="007F584E"/>
    <w:rsid w:val="007F74EA"/>
    <w:rsid w:val="00801413"/>
    <w:rsid w:val="008025B6"/>
    <w:rsid w:val="00803973"/>
    <w:rsid w:val="00810F26"/>
    <w:rsid w:val="00814DC6"/>
    <w:rsid w:val="00815408"/>
    <w:rsid w:val="008158C4"/>
    <w:rsid w:val="00823090"/>
    <w:rsid w:val="008333A0"/>
    <w:rsid w:val="008363E8"/>
    <w:rsid w:val="00840441"/>
    <w:rsid w:val="00841DA2"/>
    <w:rsid w:val="008432BB"/>
    <w:rsid w:val="00850976"/>
    <w:rsid w:val="008636C1"/>
    <w:rsid w:val="00871044"/>
    <w:rsid w:val="008747A7"/>
    <w:rsid w:val="008761BB"/>
    <w:rsid w:val="00876DD6"/>
    <w:rsid w:val="008771CE"/>
    <w:rsid w:val="00877A4F"/>
    <w:rsid w:val="00884A2C"/>
    <w:rsid w:val="0088753D"/>
    <w:rsid w:val="00891060"/>
    <w:rsid w:val="00896F77"/>
    <w:rsid w:val="008A335B"/>
    <w:rsid w:val="008A4265"/>
    <w:rsid w:val="008A4361"/>
    <w:rsid w:val="008B3A99"/>
    <w:rsid w:val="008C04F0"/>
    <w:rsid w:val="008D0ED2"/>
    <w:rsid w:val="008E09E6"/>
    <w:rsid w:val="008E405C"/>
    <w:rsid w:val="008E41FB"/>
    <w:rsid w:val="008E5387"/>
    <w:rsid w:val="008E5679"/>
    <w:rsid w:val="008F67D7"/>
    <w:rsid w:val="0090450C"/>
    <w:rsid w:val="00905457"/>
    <w:rsid w:val="00911B20"/>
    <w:rsid w:val="00916985"/>
    <w:rsid w:val="00916B51"/>
    <w:rsid w:val="00924B0C"/>
    <w:rsid w:val="00930959"/>
    <w:rsid w:val="00930F9A"/>
    <w:rsid w:val="00930FF7"/>
    <w:rsid w:val="009358E4"/>
    <w:rsid w:val="00935B1E"/>
    <w:rsid w:val="009418CA"/>
    <w:rsid w:val="00947B78"/>
    <w:rsid w:val="00950447"/>
    <w:rsid w:val="0095354C"/>
    <w:rsid w:val="00953FEF"/>
    <w:rsid w:val="009618DB"/>
    <w:rsid w:val="009676F5"/>
    <w:rsid w:val="00971175"/>
    <w:rsid w:val="00981266"/>
    <w:rsid w:val="0098143A"/>
    <w:rsid w:val="009818E7"/>
    <w:rsid w:val="00995CB4"/>
    <w:rsid w:val="00996B87"/>
    <w:rsid w:val="009A20F3"/>
    <w:rsid w:val="009A2C42"/>
    <w:rsid w:val="009A7446"/>
    <w:rsid w:val="009B2B54"/>
    <w:rsid w:val="009B37D4"/>
    <w:rsid w:val="009C3C83"/>
    <w:rsid w:val="009C4311"/>
    <w:rsid w:val="009C6820"/>
    <w:rsid w:val="009C6CB2"/>
    <w:rsid w:val="009C7BA2"/>
    <w:rsid w:val="009E29B8"/>
    <w:rsid w:val="009E3849"/>
    <w:rsid w:val="009E3CE8"/>
    <w:rsid w:val="009E3FCE"/>
    <w:rsid w:val="009E5742"/>
    <w:rsid w:val="009F06BD"/>
    <w:rsid w:val="009F0E3A"/>
    <w:rsid w:val="009F24E6"/>
    <w:rsid w:val="009F5AF8"/>
    <w:rsid w:val="00A01EBD"/>
    <w:rsid w:val="00A05FB1"/>
    <w:rsid w:val="00A12702"/>
    <w:rsid w:val="00A12B0C"/>
    <w:rsid w:val="00A208DF"/>
    <w:rsid w:val="00A37B63"/>
    <w:rsid w:val="00A43E32"/>
    <w:rsid w:val="00A44BCF"/>
    <w:rsid w:val="00A4529C"/>
    <w:rsid w:val="00A46880"/>
    <w:rsid w:val="00A469D1"/>
    <w:rsid w:val="00A47F7D"/>
    <w:rsid w:val="00A51105"/>
    <w:rsid w:val="00A52952"/>
    <w:rsid w:val="00A52A16"/>
    <w:rsid w:val="00A5389D"/>
    <w:rsid w:val="00A541E4"/>
    <w:rsid w:val="00A70318"/>
    <w:rsid w:val="00A727A5"/>
    <w:rsid w:val="00A81711"/>
    <w:rsid w:val="00A827FD"/>
    <w:rsid w:val="00A9274C"/>
    <w:rsid w:val="00AA21E3"/>
    <w:rsid w:val="00AA21EA"/>
    <w:rsid w:val="00AA2946"/>
    <w:rsid w:val="00AA2B35"/>
    <w:rsid w:val="00AB27A5"/>
    <w:rsid w:val="00AB27CF"/>
    <w:rsid w:val="00AB3232"/>
    <w:rsid w:val="00AB3650"/>
    <w:rsid w:val="00AB3C94"/>
    <w:rsid w:val="00AC306A"/>
    <w:rsid w:val="00AC5A83"/>
    <w:rsid w:val="00AD322F"/>
    <w:rsid w:val="00AD6253"/>
    <w:rsid w:val="00AD78C0"/>
    <w:rsid w:val="00AE0040"/>
    <w:rsid w:val="00AE0585"/>
    <w:rsid w:val="00AE4B3C"/>
    <w:rsid w:val="00AE5A7E"/>
    <w:rsid w:val="00AF0DEF"/>
    <w:rsid w:val="00AF22D9"/>
    <w:rsid w:val="00AF5680"/>
    <w:rsid w:val="00B006BC"/>
    <w:rsid w:val="00B028C4"/>
    <w:rsid w:val="00B04BFB"/>
    <w:rsid w:val="00B10EEE"/>
    <w:rsid w:val="00B15225"/>
    <w:rsid w:val="00B15C24"/>
    <w:rsid w:val="00B1633F"/>
    <w:rsid w:val="00B16FD2"/>
    <w:rsid w:val="00B223D6"/>
    <w:rsid w:val="00B239D6"/>
    <w:rsid w:val="00B26566"/>
    <w:rsid w:val="00B31DE1"/>
    <w:rsid w:val="00B33D2B"/>
    <w:rsid w:val="00B351AE"/>
    <w:rsid w:val="00B35CBB"/>
    <w:rsid w:val="00B37607"/>
    <w:rsid w:val="00B376CD"/>
    <w:rsid w:val="00B43E76"/>
    <w:rsid w:val="00B43F78"/>
    <w:rsid w:val="00B44AD9"/>
    <w:rsid w:val="00B5325D"/>
    <w:rsid w:val="00B54714"/>
    <w:rsid w:val="00B56948"/>
    <w:rsid w:val="00B56D7F"/>
    <w:rsid w:val="00B57626"/>
    <w:rsid w:val="00B57A2E"/>
    <w:rsid w:val="00B613FA"/>
    <w:rsid w:val="00B7567D"/>
    <w:rsid w:val="00B8071C"/>
    <w:rsid w:val="00B80BC0"/>
    <w:rsid w:val="00B8157A"/>
    <w:rsid w:val="00B833D1"/>
    <w:rsid w:val="00B86734"/>
    <w:rsid w:val="00B86AF3"/>
    <w:rsid w:val="00B8727C"/>
    <w:rsid w:val="00B91D58"/>
    <w:rsid w:val="00BA0559"/>
    <w:rsid w:val="00BA14E3"/>
    <w:rsid w:val="00BA3B77"/>
    <w:rsid w:val="00BA4BA1"/>
    <w:rsid w:val="00BA4D51"/>
    <w:rsid w:val="00BB0B87"/>
    <w:rsid w:val="00BB0EF9"/>
    <w:rsid w:val="00BB179D"/>
    <w:rsid w:val="00BB2AF9"/>
    <w:rsid w:val="00BB65A0"/>
    <w:rsid w:val="00BC1AD5"/>
    <w:rsid w:val="00BC271D"/>
    <w:rsid w:val="00BC5341"/>
    <w:rsid w:val="00BC5BA6"/>
    <w:rsid w:val="00BC6D19"/>
    <w:rsid w:val="00BC7DB8"/>
    <w:rsid w:val="00BD044A"/>
    <w:rsid w:val="00BD1957"/>
    <w:rsid w:val="00BD33C4"/>
    <w:rsid w:val="00BF40C5"/>
    <w:rsid w:val="00BF76C8"/>
    <w:rsid w:val="00C04A6D"/>
    <w:rsid w:val="00C04C00"/>
    <w:rsid w:val="00C10456"/>
    <w:rsid w:val="00C11BB6"/>
    <w:rsid w:val="00C17CC2"/>
    <w:rsid w:val="00C23CEA"/>
    <w:rsid w:val="00C31F99"/>
    <w:rsid w:val="00C31FBF"/>
    <w:rsid w:val="00C34729"/>
    <w:rsid w:val="00C352C0"/>
    <w:rsid w:val="00C35F0E"/>
    <w:rsid w:val="00C36287"/>
    <w:rsid w:val="00C37025"/>
    <w:rsid w:val="00C5100D"/>
    <w:rsid w:val="00C60276"/>
    <w:rsid w:val="00C60980"/>
    <w:rsid w:val="00C71456"/>
    <w:rsid w:val="00C7262D"/>
    <w:rsid w:val="00C727F4"/>
    <w:rsid w:val="00C764D5"/>
    <w:rsid w:val="00C8026F"/>
    <w:rsid w:val="00C80F00"/>
    <w:rsid w:val="00C843C9"/>
    <w:rsid w:val="00C8718A"/>
    <w:rsid w:val="00C87DB5"/>
    <w:rsid w:val="00CA3A84"/>
    <w:rsid w:val="00CA4CDD"/>
    <w:rsid w:val="00CA6DB6"/>
    <w:rsid w:val="00CB3B9D"/>
    <w:rsid w:val="00CB4D84"/>
    <w:rsid w:val="00CB528F"/>
    <w:rsid w:val="00CB7C3A"/>
    <w:rsid w:val="00CC1A8F"/>
    <w:rsid w:val="00CC5073"/>
    <w:rsid w:val="00CD2505"/>
    <w:rsid w:val="00CD6DF5"/>
    <w:rsid w:val="00CD76C0"/>
    <w:rsid w:val="00CE2012"/>
    <w:rsid w:val="00CE2731"/>
    <w:rsid w:val="00CE61EC"/>
    <w:rsid w:val="00CE6D24"/>
    <w:rsid w:val="00CE726A"/>
    <w:rsid w:val="00CF0DAB"/>
    <w:rsid w:val="00CF31B2"/>
    <w:rsid w:val="00CF3806"/>
    <w:rsid w:val="00CF54E5"/>
    <w:rsid w:val="00D0046E"/>
    <w:rsid w:val="00D0739E"/>
    <w:rsid w:val="00D076F6"/>
    <w:rsid w:val="00D11335"/>
    <w:rsid w:val="00D13980"/>
    <w:rsid w:val="00D1546C"/>
    <w:rsid w:val="00D155B3"/>
    <w:rsid w:val="00D264AD"/>
    <w:rsid w:val="00D313DA"/>
    <w:rsid w:val="00D3175F"/>
    <w:rsid w:val="00D31BBA"/>
    <w:rsid w:val="00D37F76"/>
    <w:rsid w:val="00D41140"/>
    <w:rsid w:val="00D4434B"/>
    <w:rsid w:val="00D44815"/>
    <w:rsid w:val="00D45208"/>
    <w:rsid w:val="00D50BC9"/>
    <w:rsid w:val="00D535F5"/>
    <w:rsid w:val="00D5374C"/>
    <w:rsid w:val="00D53C73"/>
    <w:rsid w:val="00D56FE2"/>
    <w:rsid w:val="00D615E6"/>
    <w:rsid w:val="00D635DD"/>
    <w:rsid w:val="00D64BFA"/>
    <w:rsid w:val="00D67B66"/>
    <w:rsid w:val="00D722CC"/>
    <w:rsid w:val="00D730DA"/>
    <w:rsid w:val="00D74D2D"/>
    <w:rsid w:val="00D76082"/>
    <w:rsid w:val="00D7736E"/>
    <w:rsid w:val="00D77453"/>
    <w:rsid w:val="00D82F97"/>
    <w:rsid w:val="00D87E48"/>
    <w:rsid w:val="00D87F39"/>
    <w:rsid w:val="00D920DA"/>
    <w:rsid w:val="00D9322E"/>
    <w:rsid w:val="00D9526A"/>
    <w:rsid w:val="00DA179A"/>
    <w:rsid w:val="00DA36A8"/>
    <w:rsid w:val="00DA3864"/>
    <w:rsid w:val="00DB71D4"/>
    <w:rsid w:val="00DC5E41"/>
    <w:rsid w:val="00DD4772"/>
    <w:rsid w:val="00DD57A6"/>
    <w:rsid w:val="00DD738C"/>
    <w:rsid w:val="00DD7650"/>
    <w:rsid w:val="00DE583B"/>
    <w:rsid w:val="00DE7D27"/>
    <w:rsid w:val="00E01C8C"/>
    <w:rsid w:val="00E03FC8"/>
    <w:rsid w:val="00E068A9"/>
    <w:rsid w:val="00E11F8D"/>
    <w:rsid w:val="00E141AC"/>
    <w:rsid w:val="00E1455F"/>
    <w:rsid w:val="00E16C05"/>
    <w:rsid w:val="00E27BED"/>
    <w:rsid w:val="00E344D9"/>
    <w:rsid w:val="00E40243"/>
    <w:rsid w:val="00E421E4"/>
    <w:rsid w:val="00E46855"/>
    <w:rsid w:val="00E609FB"/>
    <w:rsid w:val="00E61339"/>
    <w:rsid w:val="00E65E3F"/>
    <w:rsid w:val="00E71496"/>
    <w:rsid w:val="00E7253F"/>
    <w:rsid w:val="00E726DC"/>
    <w:rsid w:val="00E8164C"/>
    <w:rsid w:val="00E821ED"/>
    <w:rsid w:val="00E85CB3"/>
    <w:rsid w:val="00E90837"/>
    <w:rsid w:val="00E93BC2"/>
    <w:rsid w:val="00EA398B"/>
    <w:rsid w:val="00EA6BA2"/>
    <w:rsid w:val="00EB1F64"/>
    <w:rsid w:val="00EB4615"/>
    <w:rsid w:val="00EB4CB3"/>
    <w:rsid w:val="00EC0AC9"/>
    <w:rsid w:val="00EC366E"/>
    <w:rsid w:val="00ED170F"/>
    <w:rsid w:val="00ED28F4"/>
    <w:rsid w:val="00ED58B9"/>
    <w:rsid w:val="00ED7BBD"/>
    <w:rsid w:val="00EE088B"/>
    <w:rsid w:val="00EE3CCA"/>
    <w:rsid w:val="00EE5936"/>
    <w:rsid w:val="00EE6B42"/>
    <w:rsid w:val="00EF075C"/>
    <w:rsid w:val="00EF0D7E"/>
    <w:rsid w:val="00EF3FC2"/>
    <w:rsid w:val="00F00690"/>
    <w:rsid w:val="00F063AA"/>
    <w:rsid w:val="00F06C01"/>
    <w:rsid w:val="00F14D41"/>
    <w:rsid w:val="00F151B5"/>
    <w:rsid w:val="00F23AFE"/>
    <w:rsid w:val="00F24CEC"/>
    <w:rsid w:val="00F27300"/>
    <w:rsid w:val="00F27BE1"/>
    <w:rsid w:val="00F36419"/>
    <w:rsid w:val="00F4028D"/>
    <w:rsid w:val="00F41BB1"/>
    <w:rsid w:val="00F4767F"/>
    <w:rsid w:val="00F50CAB"/>
    <w:rsid w:val="00F51C49"/>
    <w:rsid w:val="00F53714"/>
    <w:rsid w:val="00F62DC4"/>
    <w:rsid w:val="00F63087"/>
    <w:rsid w:val="00F64CD9"/>
    <w:rsid w:val="00F66FF5"/>
    <w:rsid w:val="00F709C3"/>
    <w:rsid w:val="00F7230E"/>
    <w:rsid w:val="00F73B0C"/>
    <w:rsid w:val="00F752B1"/>
    <w:rsid w:val="00F77300"/>
    <w:rsid w:val="00F80CE5"/>
    <w:rsid w:val="00F97ED5"/>
    <w:rsid w:val="00FA289F"/>
    <w:rsid w:val="00FA4059"/>
    <w:rsid w:val="00FB23B5"/>
    <w:rsid w:val="00FC5143"/>
    <w:rsid w:val="00FD060A"/>
    <w:rsid w:val="00FD3120"/>
    <w:rsid w:val="00FD3502"/>
    <w:rsid w:val="00FD45E9"/>
    <w:rsid w:val="00FE3C0D"/>
    <w:rsid w:val="00FE5533"/>
    <w:rsid w:val="00FE678B"/>
    <w:rsid w:val="00FE6B59"/>
    <w:rsid w:val="00FF370A"/>
    <w:rsid w:val="00FF3F0E"/>
    <w:rsid w:val="00FF5B0D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020E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D952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qFormat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qFormat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NormaaliWWW">
    <w:name w:val="Normal (Web)"/>
    <w:basedOn w:val="Normaali"/>
    <w:uiPriority w:val="99"/>
    <w:semiHidden/>
    <w:unhideWhenUsed/>
    <w:rsid w:val="001F42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isluet3">
    <w:name w:val="toc 3"/>
    <w:basedOn w:val="Normaali"/>
    <w:next w:val="Normaali"/>
    <w:autoRedefine/>
    <w:uiPriority w:val="39"/>
    <w:unhideWhenUsed/>
    <w:qFormat/>
    <w:rsid w:val="00D5374C"/>
    <w:pPr>
      <w:spacing w:after="100"/>
      <w:ind w:left="440"/>
    </w:pPr>
  </w:style>
  <w:style w:type="character" w:customStyle="1" w:styleId="Otsikko4Char">
    <w:name w:val="Otsikko 4 Char"/>
    <w:basedOn w:val="Kappaleenoletusfontti"/>
    <w:link w:val="Otsikko4"/>
    <w:uiPriority w:val="9"/>
    <w:rsid w:val="00D952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is2">
    <w:name w:val="Sis 2"/>
    <w:basedOn w:val="Normaali"/>
    <w:rsid w:val="0043228F"/>
    <w:pPr>
      <w:spacing w:after="0" w:line="240" w:lineRule="auto"/>
      <w:ind w:left="2608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Viiva2">
    <w:name w:val="Viiva 2"/>
    <w:basedOn w:val="Normaali"/>
    <w:rsid w:val="0043228F"/>
    <w:pPr>
      <w:numPr>
        <w:numId w:val="19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JhsNormaaliKappale">
    <w:name w:val="JhsNormaaliKappale"/>
    <w:rsid w:val="0043228F"/>
    <w:pPr>
      <w:suppressAutoHyphens/>
      <w:spacing w:after="220" w:line="220" w:lineRule="atLeast"/>
    </w:pPr>
    <w:rPr>
      <w:rFonts w:ascii="Times New Roman" w:eastAsia="Times New Roman" w:hAnsi="Times New Roman" w:cs="Times New Roman"/>
      <w:szCs w:val="20"/>
    </w:rPr>
  </w:style>
  <w:style w:type="paragraph" w:customStyle="1" w:styleId="JhsNormaali">
    <w:name w:val="JhsNormaali"/>
    <w:basedOn w:val="Normaali"/>
    <w:rsid w:val="0043228F"/>
    <w:pPr>
      <w:widowControl w:val="0"/>
      <w:suppressAutoHyphens/>
      <w:spacing w:after="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JhsNormSis1Pallot">
    <w:name w:val="JhsNormSis1Pallot"/>
    <w:rsid w:val="0043228F"/>
    <w:pPr>
      <w:numPr>
        <w:numId w:val="21"/>
      </w:numPr>
      <w:suppressAutoHyphens/>
      <w:spacing w:after="0" w:line="220" w:lineRule="atLeast"/>
    </w:pPr>
    <w:rPr>
      <w:rFonts w:ascii="Times New Roman" w:eastAsia="Times New Roman" w:hAnsi="Times New Roman" w:cs="Times New Roman"/>
      <w:szCs w:val="20"/>
    </w:rPr>
  </w:style>
  <w:style w:type="character" w:styleId="Kommentinviite">
    <w:name w:val="annotation reference"/>
    <w:basedOn w:val="Kappaleenoletusfontti"/>
    <w:uiPriority w:val="99"/>
    <w:semiHidden/>
    <w:unhideWhenUsed/>
    <w:rsid w:val="00035689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35689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35689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3568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3568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D952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qFormat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qFormat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NormaaliWWW">
    <w:name w:val="Normal (Web)"/>
    <w:basedOn w:val="Normaali"/>
    <w:uiPriority w:val="99"/>
    <w:semiHidden/>
    <w:unhideWhenUsed/>
    <w:rsid w:val="001F424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Sisluet3">
    <w:name w:val="toc 3"/>
    <w:basedOn w:val="Normaali"/>
    <w:next w:val="Normaali"/>
    <w:autoRedefine/>
    <w:uiPriority w:val="39"/>
    <w:unhideWhenUsed/>
    <w:qFormat/>
    <w:rsid w:val="00D5374C"/>
    <w:pPr>
      <w:spacing w:after="100"/>
      <w:ind w:left="440"/>
    </w:pPr>
  </w:style>
  <w:style w:type="character" w:customStyle="1" w:styleId="Otsikko4Char">
    <w:name w:val="Otsikko 4 Char"/>
    <w:basedOn w:val="Kappaleenoletusfontti"/>
    <w:link w:val="Otsikko4"/>
    <w:uiPriority w:val="9"/>
    <w:rsid w:val="00D952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is2">
    <w:name w:val="Sis 2"/>
    <w:basedOn w:val="Normaali"/>
    <w:rsid w:val="0043228F"/>
    <w:pPr>
      <w:spacing w:after="0" w:line="240" w:lineRule="auto"/>
      <w:ind w:left="2608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Viiva2">
    <w:name w:val="Viiva 2"/>
    <w:basedOn w:val="Normaali"/>
    <w:rsid w:val="0043228F"/>
    <w:pPr>
      <w:numPr>
        <w:numId w:val="19"/>
      </w:num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JhsNormaaliKappale">
    <w:name w:val="JhsNormaaliKappale"/>
    <w:rsid w:val="0043228F"/>
    <w:pPr>
      <w:suppressAutoHyphens/>
      <w:spacing w:after="220" w:line="220" w:lineRule="atLeast"/>
    </w:pPr>
    <w:rPr>
      <w:rFonts w:ascii="Times New Roman" w:eastAsia="Times New Roman" w:hAnsi="Times New Roman" w:cs="Times New Roman"/>
      <w:szCs w:val="20"/>
    </w:rPr>
  </w:style>
  <w:style w:type="paragraph" w:customStyle="1" w:styleId="JhsNormaali">
    <w:name w:val="JhsNormaali"/>
    <w:basedOn w:val="Normaali"/>
    <w:rsid w:val="0043228F"/>
    <w:pPr>
      <w:widowControl w:val="0"/>
      <w:suppressAutoHyphens/>
      <w:spacing w:after="0" w:line="22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JhsNormSis1Pallot">
    <w:name w:val="JhsNormSis1Pallot"/>
    <w:rsid w:val="0043228F"/>
    <w:pPr>
      <w:numPr>
        <w:numId w:val="21"/>
      </w:numPr>
      <w:suppressAutoHyphens/>
      <w:spacing w:after="0" w:line="220" w:lineRule="atLeast"/>
    </w:pPr>
    <w:rPr>
      <w:rFonts w:ascii="Times New Roman" w:eastAsia="Times New Roman" w:hAnsi="Times New Roman" w:cs="Times New Roman"/>
      <w:szCs w:val="20"/>
    </w:rPr>
  </w:style>
  <w:style w:type="character" w:styleId="Kommentinviite">
    <w:name w:val="annotation reference"/>
    <w:basedOn w:val="Kappaleenoletusfontti"/>
    <w:uiPriority w:val="99"/>
    <w:semiHidden/>
    <w:unhideWhenUsed/>
    <w:rsid w:val="00035689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semiHidden/>
    <w:unhideWhenUsed/>
    <w:rsid w:val="00035689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semiHidden/>
    <w:rsid w:val="00035689"/>
    <w:rPr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035689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0356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5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613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9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88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y&#246;t\fns%20asiakirja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E3E0047-3502-4E56-8E15-C3E733107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fns asiakirjapohja.dotx</Template>
  <TotalTime>0</TotalTime>
  <Pages>2</Pages>
  <Words>83</Words>
  <Characters>675</Characters>
  <Application>Microsoft Office Word</Application>
  <DocSecurity>4</DocSecurity>
  <Lines>5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Liite 8: Palvelutasosopimus</vt:lpstr>
    </vt:vector>
  </TitlesOfParts>
  <Company>Finnish Net Solutions Oy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Liite 8: Palvelutasosopimus</dc:title>
  <dc:subject>Laatumaa.fi -verkkopalvelu</dc:subject>
  <dc:creator>Janne Huttunen</dc:creator>
  <cp:lastModifiedBy>Nurminen Laura</cp:lastModifiedBy>
  <cp:revision>2</cp:revision>
  <cp:lastPrinted>2013-07-10T12:21:00Z</cp:lastPrinted>
  <dcterms:created xsi:type="dcterms:W3CDTF">2014-08-21T13:28:00Z</dcterms:created>
  <dcterms:modified xsi:type="dcterms:W3CDTF">2014-08-21T13:28:00Z</dcterms:modified>
</cp:coreProperties>
</file>