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sz w:val="20"/>
        </w:rPr>
        <w:id w:val="738467244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caps w:val="0"/>
          <w:sz w:val="2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52757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sz w:val="20"/>
                </w:rPr>
                <w:alias w:val="Yritys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sz w:val="22"/>
                </w:rPr>
              </w:sdtEndPr>
              <w:sdtContent>
                <w:tc>
                  <w:tcPr>
                    <w:tcW w:w="5000" w:type="pct"/>
                  </w:tcPr>
                  <w:p w:rsidR="0052757C" w:rsidRDefault="0052757C" w:rsidP="0052757C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Finnish Net Solutions Oy</w:t>
                    </w:r>
                  </w:p>
                </w:tc>
              </w:sdtContent>
            </w:sdt>
          </w:tr>
          <w:tr w:rsidR="0052757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60"/>
                  <w:szCs w:val="60"/>
                </w:rPr>
                <w:alias w:val="Otsikk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2757C" w:rsidRPr="00515106" w:rsidRDefault="00C97E60" w:rsidP="00C97E60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Liite 5</w:t>
                    </w:r>
                    <w:r w:rsidR="00E931CD"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 xml:space="preserve">: </w:t>
                    </w: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Valmisohjelmistot ja niiden erityisehdot</w:t>
                    </w:r>
                  </w:p>
                </w:tc>
              </w:sdtContent>
            </w:sdt>
          </w:tr>
          <w:tr w:rsidR="0052757C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tbl>
                <w:tblPr>
                  <w:tblW w:w="5000" w:type="pct"/>
                  <w:jc w:val="center"/>
                  <w:tblLook w:val="04A0" w:firstRow="1" w:lastRow="0" w:firstColumn="1" w:lastColumn="0" w:noHBand="0" w:noVBand="1"/>
                </w:tblPr>
                <w:tblGrid>
                  <w:gridCol w:w="9638"/>
                </w:tblGrid>
                <w:tr w:rsidR="00F36419" w:rsidTr="0075157A">
                  <w:trPr>
                    <w:trHeight w:val="720"/>
                    <w:jc w:val="center"/>
                  </w:trPr>
                  <w:sdt>
                    <w:sdtPr>
                      <w:rPr>
                        <w:rFonts w:ascii="Cambria" w:hAnsi="Cambria"/>
                        <w:bCs/>
                        <w:sz w:val="44"/>
                        <w:szCs w:val="44"/>
                      </w:rPr>
                      <w:alias w:val="Alaotsikko"/>
                      <w:id w:val="15524255"/>
                      <w:showingPlcHdr/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5000" w:type="pct"/>
                          <w:tcBorders>
                            <w:top w:val="single" w:sz="4" w:space="0" w:color="4F81BD" w:themeColor="accent1"/>
                          </w:tcBorders>
                          <w:vAlign w:val="center"/>
                        </w:tcPr>
                        <w:p w:rsidR="00F36419" w:rsidRPr="00D7736E" w:rsidRDefault="005807D2" w:rsidP="009A1DC0">
                          <w:pPr>
                            <w:pStyle w:val="Eivli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Cambria" w:hAnsi="Cambria"/>
                              <w:bCs/>
                              <w:sz w:val="44"/>
                              <w:szCs w:val="44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</w:tr>
              </w:tbl>
              <w:p w:rsidR="0052757C" w:rsidRDefault="0052757C" w:rsidP="007F74EA">
                <w:pPr>
                  <w:pStyle w:val="Eivli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2757C" w:rsidRPr="00571E29" w:rsidRDefault="0052757C">
                <w:pPr>
                  <w:pStyle w:val="Eivli"/>
                  <w:jc w:val="center"/>
                  <w:rPr>
                    <w:color w:val="FF0000"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2757C" w:rsidRDefault="0052757C">
                <w:pPr>
                  <w:pStyle w:val="Eivli"/>
                  <w:jc w:val="center"/>
                  <w:rPr>
                    <w:b/>
                    <w:bCs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Päivämäärä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4-08-12T00:00:00Z"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2757C" w:rsidRDefault="00A8054D" w:rsidP="00C5100D">
                    <w:pPr>
                      <w:pStyle w:val="Eivli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12.8</w:t>
                    </w:r>
                    <w:r w:rsidR="003F390E">
                      <w:rPr>
                        <w:b/>
                        <w:bCs/>
                      </w:rPr>
                      <w:t>.2014</w:t>
                    </w:r>
                  </w:p>
                </w:tc>
              </w:sdtContent>
            </w:sdt>
          </w:tr>
        </w:tbl>
        <w:p w:rsidR="0052757C" w:rsidRPr="0077096E" w:rsidRDefault="0052757C"/>
        <w:p w:rsidR="0052757C" w:rsidRPr="0077096E" w:rsidRDefault="0052757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854"/>
          </w:tblGrid>
          <w:tr w:rsidR="0052757C">
            <w:tc>
              <w:tcPr>
                <w:tcW w:w="5000" w:type="pct"/>
              </w:tcPr>
              <w:p w:rsidR="0052757C" w:rsidRDefault="0052757C">
                <w:pPr>
                  <w:pStyle w:val="Eivli"/>
                </w:pPr>
              </w:p>
            </w:tc>
          </w:tr>
        </w:tbl>
        <w:p w:rsidR="0052757C" w:rsidRPr="0077096E" w:rsidRDefault="0052757C"/>
        <w:p w:rsidR="00A03FA3" w:rsidRDefault="0052757C" w:rsidP="00A03FA3">
          <w:r w:rsidRPr="0077096E">
            <w:br w:type="page"/>
          </w:r>
        </w:p>
      </w:sdtContent>
    </w:sdt>
    <w:bookmarkStart w:id="1" w:name="_Toc361232995" w:displacedByCustomXml="prev"/>
    <w:p w:rsidR="00A03FA3" w:rsidRDefault="00A55CD6" w:rsidP="00A03FA3">
      <w:pPr>
        <w:pStyle w:val="Otsikko2"/>
      </w:pPr>
      <w:r>
        <w:lastRenderedPageBreak/>
        <w:t>Valmisohjelmistot ja niiden erityisehdot</w:t>
      </w:r>
    </w:p>
    <w:bookmarkEnd w:id="1"/>
    <w:p w:rsidR="00A55CD6" w:rsidRDefault="00A55CD6" w:rsidP="00A55CD6">
      <w:r>
        <w:t>Alla on esitetty linkit ohjelmistokehysten englanninkielisiin lisenssiehtoihin.</w:t>
      </w:r>
      <w:r w:rsidR="006A21E0">
        <w:t xml:space="preserve"> Mahdollisten muiden käytettävien avoimen lähdekoodin ohjelmistojen komponentit ovat kunkin komponentin lisenssiehtojen mukaisia.</w:t>
      </w:r>
    </w:p>
    <w:p w:rsidR="00A55CD6" w:rsidRDefault="00A55CD6" w:rsidP="00A55CD6">
      <w:pPr>
        <w:rPr>
          <w:b/>
        </w:rPr>
      </w:pPr>
      <w:r w:rsidRPr="00A55CD6">
        <w:rPr>
          <w:b/>
        </w:rPr>
        <w:t>Django / BSD License</w:t>
      </w:r>
    </w:p>
    <w:p w:rsidR="008432BB" w:rsidRPr="00A55CD6" w:rsidRDefault="00A55CD6" w:rsidP="00A55CD6">
      <w:pPr>
        <w:pStyle w:val="Luettelokappale"/>
        <w:numPr>
          <w:ilvl w:val="0"/>
          <w:numId w:val="25"/>
        </w:numPr>
        <w:rPr>
          <w:b/>
        </w:rPr>
      </w:pPr>
      <w:r>
        <w:t xml:space="preserve">https://github.com/django/django/blob/master/LICENSE </w:t>
      </w:r>
      <w:r w:rsidR="0090450C">
        <w:t xml:space="preserve"> </w:t>
      </w:r>
    </w:p>
    <w:sectPr w:rsidR="008432BB" w:rsidRPr="00A55CD6" w:rsidSect="00402653">
      <w:headerReference w:type="default" r:id="rId10"/>
      <w:footerReference w:type="default" r:id="rId11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07D" w:rsidRDefault="0070707D" w:rsidP="00D82F97">
      <w:pPr>
        <w:spacing w:after="0" w:line="240" w:lineRule="auto"/>
      </w:pPr>
      <w:r>
        <w:separator/>
      </w:r>
    </w:p>
  </w:endnote>
  <w:endnote w:type="continuationSeparator" w:id="0">
    <w:p w:rsidR="0070707D" w:rsidRDefault="0070707D" w:rsidP="00D8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DA5" w:rsidRDefault="00A60DA5">
    <w:r>
      <w:rPr>
        <w:noProof/>
      </w:rPr>
      <mc:AlternateContent>
        <mc:Choice Requires="wps">
          <w:drawing>
            <wp:anchor distT="0" distB="0" distL="114300" distR="114300" simplePos="0" relativeHeight="251657214" behindDoc="0" locked="0" layoutInCell="1" allowOverlap="1">
              <wp:simplePos x="0" y="0"/>
              <wp:positionH relativeFrom="column">
                <wp:posOffset>-1108075</wp:posOffset>
              </wp:positionH>
              <wp:positionV relativeFrom="paragraph">
                <wp:posOffset>87630</wp:posOffset>
              </wp:positionV>
              <wp:extent cx="9058275" cy="991870"/>
              <wp:effectExtent l="19050" t="0" r="866775" b="17780"/>
              <wp:wrapNone/>
              <wp:docPr id="10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9058275" cy="99187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3" o:spid="_x0000_s1026" type="#_x0000_t114" style="position:absolute;margin-left:-87.25pt;margin-top:6.9pt;width:713.25pt;height:78.1pt;rotation:180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1957070</wp:posOffset>
              </wp:positionH>
              <wp:positionV relativeFrom="paragraph">
                <wp:posOffset>293370</wp:posOffset>
              </wp:positionV>
              <wp:extent cx="2264410" cy="344805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441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B86734" w:rsidRDefault="00A60DA5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Finnish Net Solutions Oy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54.1pt;margin-top:23.1pt;width:178.3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+c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" filled="f" stroked="f">
              <v:textbox>
                <w:txbxContent>
                  <w:p w:rsidR="00A60DA5" w:rsidRPr="00B86734" w:rsidRDefault="00A60DA5">
                    <w:pPr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>Finnish</w:t>
                    </w:r>
                    <w:proofErr w:type="spellEnd"/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 xml:space="preserve"> Net Solutions Oy</w:t>
                    </w:r>
                  </w:p>
                </w:txbxContent>
              </v:textbox>
            </v:shape>
          </w:pict>
        </mc:Fallback>
      </mc:AlternateContent>
    </w:r>
  </w:p>
  <w:p w:rsidR="00A60DA5" w:rsidRDefault="00A60DA5">
    <w:pPr>
      <w:pStyle w:val="Alatunnis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2574290</wp:posOffset>
              </wp:positionH>
              <wp:positionV relativeFrom="paragraph">
                <wp:posOffset>231775</wp:posOffset>
              </wp:positionV>
              <wp:extent cx="889000" cy="34480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B86734" w:rsidRDefault="00A60DA5" w:rsidP="00B86734">
                          <w:p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867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www.fns.fi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margin-left:202.7pt;margin-top:18.25pt;width:70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" filled="f" stroked="f">
              <v:textbox>
                <w:txbxContent>
                  <w:p w:rsidR="00A60DA5" w:rsidRPr="00B86734" w:rsidRDefault="00A60DA5" w:rsidP="00B86734">
                    <w:pPr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B86734">
                      <w:rPr>
                        <w:color w:val="FFFFFF" w:themeColor="background1"/>
                        <w:sz w:val="24"/>
                        <w:szCs w:val="24"/>
                      </w:rPr>
                      <w:t>www.fns.fi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07D" w:rsidRDefault="0070707D" w:rsidP="00D82F97">
      <w:pPr>
        <w:spacing w:after="0" w:line="240" w:lineRule="auto"/>
      </w:pPr>
      <w:r>
        <w:separator/>
      </w:r>
    </w:p>
  </w:footnote>
  <w:footnote w:type="continuationSeparator" w:id="0">
    <w:p w:rsidR="0070707D" w:rsidRDefault="0070707D" w:rsidP="00D8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DA5" w:rsidRDefault="00A60DA5">
    <w:pPr>
      <w:pStyle w:val="Yltunnist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B7F2B4" wp14:editId="11E6A209">
              <wp:simplePos x="0" y="0"/>
              <wp:positionH relativeFrom="column">
                <wp:posOffset>610567</wp:posOffset>
              </wp:positionH>
              <wp:positionV relativeFrom="paragraph">
                <wp:posOffset>-184084</wp:posOffset>
              </wp:positionV>
              <wp:extent cx="6100549" cy="397510"/>
              <wp:effectExtent l="0" t="0" r="0" b="254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0549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E931CD" w:rsidRDefault="00E931CD" w:rsidP="00C97E60">
                          <w:pPr>
                            <w:pStyle w:val="Yltunniste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Liite </w:t>
                          </w:r>
                          <w:r w:rsidR="00C97E60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5</w:t>
                          </w:r>
                          <w:r w:rsidR="00A60DA5"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C97E60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Valmisohjelmistot ja niiden erityisehdot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8.1pt;margin-top:-14.5pt;width:480.35pt;height: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43VuA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" filled="f" stroked="f">
              <v:textbox>
                <w:txbxContent>
                  <w:p w:rsidR="00A60DA5" w:rsidRPr="00E931CD" w:rsidRDefault="00E931CD" w:rsidP="00C97E60">
                    <w:pPr>
                      <w:pStyle w:val="Yltunniste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Liite </w:t>
                    </w:r>
                    <w:r w:rsidR="00C97E60">
                      <w:rPr>
                        <w:color w:val="FFFFFF" w:themeColor="background1"/>
                        <w:sz w:val="28"/>
                        <w:szCs w:val="28"/>
                      </w:rPr>
                      <w:t>5</w:t>
                    </w:r>
                    <w:r w:rsidR="00A60DA5"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: </w:t>
                    </w:r>
                    <w:r w:rsidR="00C97E60">
                      <w:rPr>
                        <w:color w:val="FFFFFF" w:themeColor="background1"/>
                        <w:sz w:val="28"/>
                        <w:szCs w:val="28"/>
                      </w:rPr>
                      <w:t>Valmisohjelmistot ja niiden erityisehdot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7E2E10D" wp14:editId="35E088E3">
              <wp:simplePos x="0" y="0"/>
              <wp:positionH relativeFrom="column">
                <wp:posOffset>-746125</wp:posOffset>
              </wp:positionH>
              <wp:positionV relativeFrom="paragraph">
                <wp:posOffset>-458470</wp:posOffset>
              </wp:positionV>
              <wp:extent cx="7642860" cy="862330"/>
              <wp:effectExtent l="0" t="0" r="777240" b="13970"/>
              <wp:wrapNone/>
              <wp:docPr id="1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42860" cy="86233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2" o:spid="_x0000_s1026" type="#_x0000_t114" style="position:absolute;margin-left:-58.75pt;margin-top:-36.1pt;width:601.8pt;height:67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 w:rsidRPr="00B86734">
      <w:rPr>
        <w:noProof/>
      </w:rPr>
      <w:drawing>
        <wp:anchor distT="0" distB="0" distL="114300" distR="114300" simplePos="0" relativeHeight="251662336" behindDoc="0" locked="0" layoutInCell="1" allowOverlap="1" wp14:anchorId="01F04C27" wp14:editId="7AA625EB">
          <wp:simplePos x="0" y="0"/>
          <wp:positionH relativeFrom="column">
            <wp:posOffset>-356235</wp:posOffset>
          </wp:positionH>
          <wp:positionV relativeFrom="paragraph">
            <wp:posOffset>-251460</wp:posOffset>
          </wp:positionV>
          <wp:extent cx="636905" cy="439420"/>
          <wp:effectExtent l="19050" t="0" r="0" b="0"/>
          <wp:wrapThrough wrapText="bothSides">
            <wp:wrapPolygon edited="0">
              <wp:start x="646" y="0"/>
              <wp:lineTo x="-646" y="19665"/>
              <wp:lineTo x="20028" y="19665"/>
              <wp:lineTo x="21320" y="15919"/>
              <wp:lineTo x="21320" y="6555"/>
              <wp:lineTo x="18736" y="3746"/>
              <wp:lineTo x="6461" y="0"/>
              <wp:lineTo x="646" y="0"/>
            </wp:wrapPolygon>
          </wp:wrapThrough>
          <wp:docPr id="8" name="Kuva 8" descr="logo_f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905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C1B"/>
    <w:multiLevelType w:val="hybridMultilevel"/>
    <w:tmpl w:val="2A267C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767AD"/>
    <w:multiLevelType w:val="hybridMultilevel"/>
    <w:tmpl w:val="26D87A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A2DCD"/>
    <w:multiLevelType w:val="hybridMultilevel"/>
    <w:tmpl w:val="AA1C75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27949"/>
    <w:multiLevelType w:val="hybridMultilevel"/>
    <w:tmpl w:val="E6E444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91335"/>
    <w:multiLevelType w:val="hybridMultilevel"/>
    <w:tmpl w:val="2FB45A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26D2B"/>
    <w:multiLevelType w:val="hybridMultilevel"/>
    <w:tmpl w:val="A412C12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73424"/>
    <w:multiLevelType w:val="hybridMultilevel"/>
    <w:tmpl w:val="01E60EB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2C7936"/>
    <w:multiLevelType w:val="hybridMultilevel"/>
    <w:tmpl w:val="CEBA41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24A7"/>
    <w:multiLevelType w:val="hybridMultilevel"/>
    <w:tmpl w:val="4FACF69C"/>
    <w:lvl w:ilvl="0" w:tplc="63063994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91C85"/>
    <w:multiLevelType w:val="hybridMultilevel"/>
    <w:tmpl w:val="B7A24044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B1E24"/>
    <w:multiLevelType w:val="hybridMultilevel"/>
    <w:tmpl w:val="9898A5E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64721"/>
    <w:multiLevelType w:val="hybridMultilevel"/>
    <w:tmpl w:val="0B4E0A2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A23537"/>
    <w:multiLevelType w:val="hybridMultilevel"/>
    <w:tmpl w:val="A7CA628A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216F72"/>
    <w:multiLevelType w:val="hybridMultilevel"/>
    <w:tmpl w:val="700E2BF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E97743"/>
    <w:multiLevelType w:val="hybridMultilevel"/>
    <w:tmpl w:val="75E69B1C"/>
    <w:lvl w:ilvl="0" w:tplc="A8BCAD14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A61B41"/>
    <w:multiLevelType w:val="hybridMultilevel"/>
    <w:tmpl w:val="9E022B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34210C"/>
    <w:multiLevelType w:val="hybridMultilevel"/>
    <w:tmpl w:val="1142819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CD2634"/>
    <w:multiLevelType w:val="hybridMultilevel"/>
    <w:tmpl w:val="BF825C9E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D32CAE"/>
    <w:multiLevelType w:val="hybridMultilevel"/>
    <w:tmpl w:val="3CDE7C34"/>
    <w:lvl w:ilvl="0" w:tplc="7CE866B8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2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F83F8A"/>
    <w:multiLevelType w:val="hybridMultilevel"/>
    <w:tmpl w:val="F65253C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C7227E"/>
    <w:multiLevelType w:val="multilevel"/>
    <w:tmpl w:val="393AB328"/>
    <w:lvl w:ilvl="0">
      <w:start w:val="1"/>
      <w:numFmt w:val="decimal"/>
      <w:pStyle w:val="Otsikko2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71187ED3"/>
    <w:multiLevelType w:val="hybridMultilevel"/>
    <w:tmpl w:val="576C37B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886768"/>
    <w:multiLevelType w:val="hybridMultilevel"/>
    <w:tmpl w:val="A33CD9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414018"/>
    <w:multiLevelType w:val="hybridMultilevel"/>
    <w:tmpl w:val="C94E5D34"/>
    <w:lvl w:ilvl="0" w:tplc="595223E8">
      <w:start w:val="12"/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4">
    <w:nsid w:val="7FFA00D7"/>
    <w:multiLevelType w:val="hybridMultilevel"/>
    <w:tmpl w:val="C9DA65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24"/>
  </w:num>
  <w:num w:numId="4">
    <w:abstractNumId w:val="4"/>
  </w:num>
  <w:num w:numId="5">
    <w:abstractNumId w:val="15"/>
  </w:num>
  <w:num w:numId="6">
    <w:abstractNumId w:val="23"/>
  </w:num>
  <w:num w:numId="7">
    <w:abstractNumId w:val="19"/>
  </w:num>
  <w:num w:numId="8">
    <w:abstractNumId w:val="3"/>
  </w:num>
  <w:num w:numId="9">
    <w:abstractNumId w:val="6"/>
  </w:num>
  <w:num w:numId="10">
    <w:abstractNumId w:val="16"/>
  </w:num>
  <w:num w:numId="11">
    <w:abstractNumId w:val="0"/>
  </w:num>
  <w:num w:numId="12">
    <w:abstractNumId w:val="8"/>
  </w:num>
  <w:num w:numId="13">
    <w:abstractNumId w:val="12"/>
  </w:num>
  <w:num w:numId="14">
    <w:abstractNumId w:val="18"/>
  </w:num>
  <w:num w:numId="15">
    <w:abstractNumId w:val="10"/>
  </w:num>
  <w:num w:numId="16">
    <w:abstractNumId w:val="17"/>
  </w:num>
  <w:num w:numId="17">
    <w:abstractNumId w:val="11"/>
  </w:num>
  <w:num w:numId="18">
    <w:abstractNumId w:val="21"/>
  </w:num>
  <w:num w:numId="19">
    <w:abstractNumId w:val="13"/>
  </w:num>
  <w:num w:numId="20">
    <w:abstractNumId w:val="9"/>
  </w:num>
  <w:num w:numId="21">
    <w:abstractNumId w:val="22"/>
  </w:num>
  <w:num w:numId="22">
    <w:abstractNumId w:val="2"/>
  </w:num>
  <w:num w:numId="23">
    <w:abstractNumId w:val="1"/>
  </w:num>
  <w:num w:numId="24">
    <w:abstractNumId w:val="7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BB"/>
    <w:rsid w:val="000016B6"/>
    <w:rsid w:val="000025EC"/>
    <w:rsid w:val="00005438"/>
    <w:rsid w:val="000075D4"/>
    <w:rsid w:val="000150D6"/>
    <w:rsid w:val="000226C1"/>
    <w:rsid w:val="00032312"/>
    <w:rsid w:val="00035C2F"/>
    <w:rsid w:val="00037055"/>
    <w:rsid w:val="00040398"/>
    <w:rsid w:val="00041BE9"/>
    <w:rsid w:val="0005002C"/>
    <w:rsid w:val="000505D2"/>
    <w:rsid w:val="000533D6"/>
    <w:rsid w:val="000569E4"/>
    <w:rsid w:val="00074A65"/>
    <w:rsid w:val="0007510B"/>
    <w:rsid w:val="00076716"/>
    <w:rsid w:val="00086A04"/>
    <w:rsid w:val="00091298"/>
    <w:rsid w:val="00092216"/>
    <w:rsid w:val="00094ABD"/>
    <w:rsid w:val="000A62FF"/>
    <w:rsid w:val="000A6D66"/>
    <w:rsid w:val="000B0125"/>
    <w:rsid w:val="000B6583"/>
    <w:rsid w:val="000B65D0"/>
    <w:rsid w:val="000C1832"/>
    <w:rsid w:val="000C1CFB"/>
    <w:rsid w:val="000C4CFC"/>
    <w:rsid w:val="000D4469"/>
    <w:rsid w:val="000D711C"/>
    <w:rsid w:val="000E3E88"/>
    <w:rsid w:val="000E5892"/>
    <w:rsid w:val="000E6936"/>
    <w:rsid w:val="000E6AE5"/>
    <w:rsid w:val="000F26B0"/>
    <w:rsid w:val="001060B7"/>
    <w:rsid w:val="0011243C"/>
    <w:rsid w:val="00112B37"/>
    <w:rsid w:val="001170BB"/>
    <w:rsid w:val="0011776D"/>
    <w:rsid w:val="00120FAA"/>
    <w:rsid w:val="00125796"/>
    <w:rsid w:val="00127108"/>
    <w:rsid w:val="00135118"/>
    <w:rsid w:val="00143CF7"/>
    <w:rsid w:val="001453D7"/>
    <w:rsid w:val="00152919"/>
    <w:rsid w:val="001529DE"/>
    <w:rsid w:val="0015310E"/>
    <w:rsid w:val="00154066"/>
    <w:rsid w:val="001577F8"/>
    <w:rsid w:val="00157A6B"/>
    <w:rsid w:val="00162209"/>
    <w:rsid w:val="00167FCC"/>
    <w:rsid w:val="00174E16"/>
    <w:rsid w:val="00183F4B"/>
    <w:rsid w:val="00184627"/>
    <w:rsid w:val="00184946"/>
    <w:rsid w:val="00185298"/>
    <w:rsid w:val="00186B53"/>
    <w:rsid w:val="001A09DA"/>
    <w:rsid w:val="001A254B"/>
    <w:rsid w:val="001A64EF"/>
    <w:rsid w:val="001A7266"/>
    <w:rsid w:val="001B3D28"/>
    <w:rsid w:val="001B79FA"/>
    <w:rsid w:val="001D38B4"/>
    <w:rsid w:val="001D39AC"/>
    <w:rsid w:val="001E5BD2"/>
    <w:rsid w:val="001F5A59"/>
    <w:rsid w:val="00201EE7"/>
    <w:rsid w:val="00203766"/>
    <w:rsid w:val="00204128"/>
    <w:rsid w:val="002079C8"/>
    <w:rsid w:val="00207C8F"/>
    <w:rsid w:val="0021272C"/>
    <w:rsid w:val="002144D7"/>
    <w:rsid w:val="002147CB"/>
    <w:rsid w:val="00217C94"/>
    <w:rsid w:val="00224F66"/>
    <w:rsid w:val="00233945"/>
    <w:rsid w:val="00233E6A"/>
    <w:rsid w:val="0024331D"/>
    <w:rsid w:val="00243405"/>
    <w:rsid w:val="002434CE"/>
    <w:rsid w:val="0024430C"/>
    <w:rsid w:val="00244C3E"/>
    <w:rsid w:val="00246E04"/>
    <w:rsid w:val="00250CD9"/>
    <w:rsid w:val="00254DB0"/>
    <w:rsid w:val="00254F46"/>
    <w:rsid w:val="0025651C"/>
    <w:rsid w:val="00256753"/>
    <w:rsid w:val="00261E76"/>
    <w:rsid w:val="002650B4"/>
    <w:rsid w:val="00273ACB"/>
    <w:rsid w:val="002744E9"/>
    <w:rsid w:val="00275FC3"/>
    <w:rsid w:val="00277045"/>
    <w:rsid w:val="00287082"/>
    <w:rsid w:val="00295F6A"/>
    <w:rsid w:val="00296560"/>
    <w:rsid w:val="002A7929"/>
    <w:rsid w:val="002B11B7"/>
    <w:rsid w:val="002B47FE"/>
    <w:rsid w:val="002B758E"/>
    <w:rsid w:val="002C23B1"/>
    <w:rsid w:val="002C3B62"/>
    <w:rsid w:val="002D32B5"/>
    <w:rsid w:val="002D4016"/>
    <w:rsid w:val="002D7E8B"/>
    <w:rsid w:val="002E22D5"/>
    <w:rsid w:val="002E414C"/>
    <w:rsid w:val="002E7193"/>
    <w:rsid w:val="002E7F52"/>
    <w:rsid w:val="002F089B"/>
    <w:rsid w:val="002F2BB0"/>
    <w:rsid w:val="002F7E54"/>
    <w:rsid w:val="00313129"/>
    <w:rsid w:val="00316B0C"/>
    <w:rsid w:val="003175A0"/>
    <w:rsid w:val="0032762A"/>
    <w:rsid w:val="003323A8"/>
    <w:rsid w:val="00337EC4"/>
    <w:rsid w:val="00344B06"/>
    <w:rsid w:val="003466D8"/>
    <w:rsid w:val="003524D7"/>
    <w:rsid w:val="00356CA2"/>
    <w:rsid w:val="0037087A"/>
    <w:rsid w:val="00370E49"/>
    <w:rsid w:val="0037372B"/>
    <w:rsid w:val="003840A3"/>
    <w:rsid w:val="003847E8"/>
    <w:rsid w:val="00392817"/>
    <w:rsid w:val="00393280"/>
    <w:rsid w:val="00394559"/>
    <w:rsid w:val="0039470A"/>
    <w:rsid w:val="00395BCB"/>
    <w:rsid w:val="003964FF"/>
    <w:rsid w:val="003A156B"/>
    <w:rsid w:val="003A3EE0"/>
    <w:rsid w:val="003A533F"/>
    <w:rsid w:val="003A7D77"/>
    <w:rsid w:val="003C08D2"/>
    <w:rsid w:val="003C11FB"/>
    <w:rsid w:val="003D52B5"/>
    <w:rsid w:val="003D5603"/>
    <w:rsid w:val="003D594B"/>
    <w:rsid w:val="003D738F"/>
    <w:rsid w:val="003E24CD"/>
    <w:rsid w:val="003E6282"/>
    <w:rsid w:val="003F21F6"/>
    <w:rsid w:val="003F390E"/>
    <w:rsid w:val="003F5543"/>
    <w:rsid w:val="003F5C07"/>
    <w:rsid w:val="003F7B0E"/>
    <w:rsid w:val="00402653"/>
    <w:rsid w:val="00412B07"/>
    <w:rsid w:val="0041399D"/>
    <w:rsid w:val="00413E87"/>
    <w:rsid w:val="00420810"/>
    <w:rsid w:val="004217E2"/>
    <w:rsid w:val="00425128"/>
    <w:rsid w:val="0043393A"/>
    <w:rsid w:val="0043751B"/>
    <w:rsid w:val="004407DB"/>
    <w:rsid w:val="00444217"/>
    <w:rsid w:val="00446A2F"/>
    <w:rsid w:val="00453531"/>
    <w:rsid w:val="0045379A"/>
    <w:rsid w:val="004563C5"/>
    <w:rsid w:val="00461E3B"/>
    <w:rsid w:val="004816BF"/>
    <w:rsid w:val="004825F1"/>
    <w:rsid w:val="00485EB6"/>
    <w:rsid w:val="004862F5"/>
    <w:rsid w:val="004910A5"/>
    <w:rsid w:val="004A0FFD"/>
    <w:rsid w:val="004A3C2C"/>
    <w:rsid w:val="004B6307"/>
    <w:rsid w:val="004C0824"/>
    <w:rsid w:val="004C1418"/>
    <w:rsid w:val="004C64E0"/>
    <w:rsid w:val="004C7FBF"/>
    <w:rsid w:val="004D0C5E"/>
    <w:rsid w:val="004D3568"/>
    <w:rsid w:val="004D46D0"/>
    <w:rsid w:val="004D543F"/>
    <w:rsid w:val="004D5576"/>
    <w:rsid w:val="004E6410"/>
    <w:rsid w:val="004F2051"/>
    <w:rsid w:val="004F5E40"/>
    <w:rsid w:val="004F6A54"/>
    <w:rsid w:val="004F6DC6"/>
    <w:rsid w:val="00500E14"/>
    <w:rsid w:val="0050356B"/>
    <w:rsid w:val="00504AB2"/>
    <w:rsid w:val="00506AD5"/>
    <w:rsid w:val="0051355F"/>
    <w:rsid w:val="00514C0D"/>
    <w:rsid w:val="00515106"/>
    <w:rsid w:val="00515474"/>
    <w:rsid w:val="005169EB"/>
    <w:rsid w:val="005202CD"/>
    <w:rsid w:val="0052757C"/>
    <w:rsid w:val="0053466D"/>
    <w:rsid w:val="005433D4"/>
    <w:rsid w:val="0054558C"/>
    <w:rsid w:val="0055093D"/>
    <w:rsid w:val="00551425"/>
    <w:rsid w:val="005526E9"/>
    <w:rsid w:val="00552D62"/>
    <w:rsid w:val="00553CCE"/>
    <w:rsid w:val="005575A1"/>
    <w:rsid w:val="00570838"/>
    <w:rsid w:val="00571E29"/>
    <w:rsid w:val="00573504"/>
    <w:rsid w:val="00574AA8"/>
    <w:rsid w:val="0057590D"/>
    <w:rsid w:val="00576AD0"/>
    <w:rsid w:val="005807D2"/>
    <w:rsid w:val="00580AEF"/>
    <w:rsid w:val="005839FE"/>
    <w:rsid w:val="00583F44"/>
    <w:rsid w:val="00585F68"/>
    <w:rsid w:val="00590755"/>
    <w:rsid w:val="005954AE"/>
    <w:rsid w:val="005A1DA4"/>
    <w:rsid w:val="005C34F8"/>
    <w:rsid w:val="005C5497"/>
    <w:rsid w:val="005C64EB"/>
    <w:rsid w:val="005D1A79"/>
    <w:rsid w:val="005D4AD4"/>
    <w:rsid w:val="005F2733"/>
    <w:rsid w:val="005F4D6D"/>
    <w:rsid w:val="005F7FC7"/>
    <w:rsid w:val="00607FE0"/>
    <w:rsid w:val="00611AAE"/>
    <w:rsid w:val="00620377"/>
    <w:rsid w:val="00622213"/>
    <w:rsid w:val="00623DA7"/>
    <w:rsid w:val="00624E57"/>
    <w:rsid w:val="00633F82"/>
    <w:rsid w:val="0063595D"/>
    <w:rsid w:val="00640829"/>
    <w:rsid w:val="00644BDE"/>
    <w:rsid w:val="00645159"/>
    <w:rsid w:val="00647894"/>
    <w:rsid w:val="00652FD4"/>
    <w:rsid w:val="00653B3F"/>
    <w:rsid w:val="00654F4D"/>
    <w:rsid w:val="00662B1D"/>
    <w:rsid w:val="00662E84"/>
    <w:rsid w:val="00664F22"/>
    <w:rsid w:val="00665572"/>
    <w:rsid w:val="00682D52"/>
    <w:rsid w:val="00690424"/>
    <w:rsid w:val="006919AE"/>
    <w:rsid w:val="00691B11"/>
    <w:rsid w:val="006932FE"/>
    <w:rsid w:val="006A0A3F"/>
    <w:rsid w:val="006A21E0"/>
    <w:rsid w:val="006A5A60"/>
    <w:rsid w:val="006B04A0"/>
    <w:rsid w:val="006C3CC0"/>
    <w:rsid w:val="006C4B45"/>
    <w:rsid w:val="006C5DD6"/>
    <w:rsid w:val="006C6F68"/>
    <w:rsid w:val="006C7404"/>
    <w:rsid w:val="006C7DFD"/>
    <w:rsid w:val="006D493A"/>
    <w:rsid w:val="006E5ED9"/>
    <w:rsid w:val="006F3618"/>
    <w:rsid w:val="00700EAB"/>
    <w:rsid w:val="00705566"/>
    <w:rsid w:val="0070707D"/>
    <w:rsid w:val="007149A3"/>
    <w:rsid w:val="00716A79"/>
    <w:rsid w:val="007304B3"/>
    <w:rsid w:val="00734AD6"/>
    <w:rsid w:val="00737B2F"/>
    <w:rsid w:val="00742CD2"/>
    <w:rsid w:val="00743942"/>
    <w:rsid w:val="007441EC"/>
    <w:rsid w:val="0075157A"/>
    <w:rsid w:val="00756BA9"/>
    <w:rsid w:val="007605FA"/>
    <w:rsid w:val="0077096E"/>
    <w:rsid w:val="00771921"/>
    <w:rsid w:val="00771D86"/>
    <w:rsid w:val="00771E17"/>
    <w:rsid w:val="00774522"/>
    <w:rsid w:val="00781831"/>
    <w:rsid w:val="00781DCD"/>
    <w:rsid w:val="0078681D"/>
    <w:rsid w:val="00792035"/>
    <w:rsid w:val="007A18CF"/>
    <w:rsid w:val="007A3A67"/>
    <w:rsid w:val="007A45A5"/>
    <w:rsid w:val="007A7185"/>
    <w:rsid w:val="007B54A4"/>
    <w:rsid w:val="007B5E55"/>
    <w:rsid w:val="007B5F88"/>
    <w:rsid w:val="007C2213"/>
    <w:rsid w:val="007C3DFB"/>
    <w:rsid w:val="007C48EB"/>
    <w:rsid w:val="007D4110"/>
    <w:rsid w:val="007D6C87"/>
    <w:rsid w:val="007D73AD"/>
    <w:rsid w:val="007D758E"/>
    <w:rsid w:val="007E067B"/>
    <w:rsid w:val="007E3659"/>
    <w:rsid w:val="007E5928"/>
    <w:rsid w:val="007F2EA9"/>
    <w:rsid w:val="007F584E"/>
    <w:rsid w:val="007F74EA"/>
    <w:rsid w:val="00801413"/>
    <w:rsid w:val="008025B6"/>
    <w:rsid w:val="00802C2C"/>
    <w:rsid w:val="00803973"/>
    <w:rsid w:val="00814DC6"/>
    <w:rsid w:val="00815408"/>
    <w:rsid w:val="008158C4"/>
    <w:rsid w:val="00823090"/>
    <w:rsid w:val="008333A0"/>
    <w:rsid w:val="008363E8"/>
    <w:rsid w:val="00840441"/>
    <w:rsid w:val="008432BB"/>
    <w:rsid w:val="00850976"/>
    <w:rsid w:val="008636C1"/>
    <w:rsid w:val="00871044"/>
    <w:rsid w:val="008747A7"/>
    <w:rsid w:val="008761BB"/>
    <w:rsid w:val="008771CE"/>
    <w:rsid w:val="00877A4F"/>
    <w:rsid w:val="00884A2C"/>
    <w:rsid w:val="00891060"/>
    <w:rsid w:val="008912DC"/>
    <w:rsid w:val="00896F77"/>
    <w:rsid w:val="008A29DD"/>
    <w:rsid w:val="008A335B"/>
    <w:rsid w:val="008A4361"/>
    <w:rsid w:val="008B3A99"/>
    <w:rsid w:val="008C2E8E"/>
    <w:rsid w:val="008E09E6"/>
    <w:rsid w:val="008E405C"/>
    <w:rsid w:val="008E5387"/>
    <w:rsid w:val="008E5679"/>
    <w:rsid w:val="008F67D7"/>
    <w:rsid w:val="0090450C"/>
    <w:rsid w:val="00905457"/>
    <w:rsid w:val="00911B20"/>
    <w:rsid w:val="00916985"/>
    <w:rsid w:val="00924B0C"/>
    <w:rsid w:val="00930959"/>
    <w:rsid w:val="00930F9A"/>
    <w:rsid w:val="00930FF7"/>
    <w:rsid w:val="009358E4"/>
    <w:rsid w:val="00935B1E"/>
    <w:rsid w:val="009418CA"/>
    <w:rsid w:val="00946DC9"/>
    <w:rsid w:val="00947B78"/>
    <w:rsid w:val="00950447"/>
    <w:rsid w:val="00953FEF"/>
    <w:rsid w:val="009618DB"/>
    <w:rsid w:val="009676F5"/>
    <w:rsid w:val="00971175"/>
    <w:rsid w:val="00974C33"/>
    <w:rsid w:val="0098143A"/>
    <w:rsid w:val="009818E7"/>
    <w:rsid w:val="0099222A"/>
    <w:rsid w:val="00995CB4"/>
    <w:rsid w:val="00996B87"/>
    <w:rsid w:val="009A1DC0"/>
    <w:rsid w:val="009A20F3"/>
    <w:rsid w:val="009A2C42"/>
    <w:rsid w:val="009A477F"/>
    <w:rsid w:val="009B2B54"/>
    <w:rsid w:val="009B37D4"/>
    <w:rsid w:val="009C3C83"/>
    <w:rsid w:val="009C4311"/>
    <w:rsid w:val="009C6820"/>
    <w:rsid w:val="009C6CB2"/>
    <w:rsid w:val="009C7BA2"/>
    <w:rsid w:val="009D2EDB"/>
    <w:rsid w:val="009E29B8"/>
    <w:rsid w:val="009E3849"/>
    <w:rsid w:val="009E3CE8"/>
    <w:rsid w:val="009E3FCE"/>
    <w:rsid w:val="009E5742"/>
    <w:rsid w:val="009F06BD"/>
    <w:rsid w:val="009F0E3A"/>
    <w:rsid w:val="009F24E6"/>
    <w:rsid w:val="009F5AF8"/>
    <w:rsid w:val="00A01EBD"/>
    <w:rsid w:val="00A03FA3"/>
    <w:rsid w:val="00A05FB1"/>
    <w:rsid w:val="00A12702"/>
    <w:rsid w:val="00A12B0C"/>
    <w:rsid w:val="00A208DF"/>
    <w:rsid w:val="00A37B63"/>
    <w:rsid w:val="00A43E32"/>
    <w:rsid w:val="00A44BCF"/>
    <w:rsid w:val="00A4529C"/>
    <w:rsid w:val="00A46880"/>
    <w:rsid w:val="00A469D1"/>
    <w:rsid w:val="00A47F7D"/>
    <w:rsid w:val="00A51105"/>
    <w:rsid w:val="00A51B52"/>
    <w:rsid w:val="00A52952"/>
    <w:rsid w:val="00A52A16"/>
    <w:rsid w:val="00A5389D"/>
    <w:rsid w:val="00A55CD6"/>
    <w:rsid w:val="00A5796C"/>
    <w:rsid w:val="00A60DA5"/>
    <w:rsid w:val="00A727A5"/>
    <w:rsid w:val="00A80124"/>
    <w:rsid w:val="00A8054D"/>
    <w:rsid w:val="00A81711"/>
    <w:rsid w:val="00A827FD"/>
    <w:rsid w:val="00A9274C"/>
    <w:rsid w:val="00AA21E3"/>
    <w:rsid w:val="00AA21EA"/>
    <w:rsid w:val="00AA2B35"/>
    <w:rsid w:val="00AB27A5"/>
    <w:rsid w:val="00AB3232"/>
    <w:rsid w:val="00AB3650"/>
    <w:rsid w:val="00AB3C94"/>
    <w:rsid w:val="00AC306A"/>
    <w:rsid w:val="00AC5A83"/>
    <w:rsid w:val="00AD322F"/>
    <w:rsid w:val="00AD78C0"/>
    <w:rsid w:val="00AE0040"/>
    <w:rsid w:val="00AE0585"/>
    <w:rsid w:val="00AE1B00"/>
    <w:rsid w:val="00AE4B3C"/>
    <w:rsid w:val="00AE5A7E"/>
    <w:rsid w:val="00AF0DEF"/>
    <w:rsid w:val="00AF22D9"/>
    <w:rsid w:val="00AF4B8F"/>
    <w:rsid w:val="00B006BC"/>
    <w:rsid w:val="00B04BFB"/>
    <w:rsid w:val="00B15225"/>
    <w:rsid w:val="00B15C24"/>
    <w:rsid w:val="00B1633F"/>
    <w:rsid w:val="00B16FD2"/>
    <w:rsid w:val="00B223D6"/>
    <w:rsid w:val="00B26566"/>
    <w:rsid w:val="00B351AE"/>
    <w:rsid w:val="00B35CBB"/>
    <w:rsid w:val="00B37607"/>
    <w:rsid w:val="00B376CD"/>
    <w:rsid w:val="00B43E76"/>
    <w:rsid w:val="00B44AD9"/>
    <w:rsid w:val="00B46CEF"/>
    <w:rsid w:val="00B5325D"/>
    <w:rsid w:val="00B54714"/>
    <w:rsid w:val="00B56948"/>
    <w:rsid w:val="00B56D7F"/>
    <w:rsid w:val="00B57A2E"/>
    <w:rsid w:val="00B613FA"/>
    <w:rsid w:val="00B8071C"/>
    <w:rsid w:val="00B8157A"/>
    <w:rsid w:val="00B833D1"/>
    <w:rsid w:val="00B86734"/>
    <w:rsid w:val="00B86AF3"/>
    <w:rsid w:val="00B91D58"/>
    <w:rsid w:val="00BA0559"/>
    <w:rsid w:val="00BA14E3"/>
    <w:rsid w:val="00BA3B77"/>
    <w:rsid w:val="00BA4BA1"/>
    <w:rsid w:val="00BA4D51"/>
    <w:rsid w:val="00BB0B87"/>
    <w:rsid w:val="00BB2AF9"/>
    <w:rsid w:val="00BB65A0"/>
    <w:rsid w:val="00BC0FD4"/>
    <w:rsid w:val="00BC271D"/>
    <w:rsid w:val="00BC5341"/>
    <w:rsid w:val="00BC5BA6"/>
    <w:rsid w:val="00BC7DB8"/>
    <w:rsid w:val="00BD1957"/>
    <w:rsid w:val="00BD33C4"/>
    <w:rsid w:val="00BF3ADE"/>
    <w:rsid w:val="00BF76C8"/>
    <w:rsid w:val="00C04A6D"/>
    <w:rsid w:val="00C04C00"/>
    <w:rsid w:val="00C10456"/>
    <w:rsid w:val="00C11BB6"/>
    <w:rsid w:val="00C23CEA"/>
    <w:rsid w:val="00C31FBF"/>
    <w:rsid w:val="00C34729"/>
    <w:rsid w:val="00C37BA4"/>
    <w:rsid w:val="00C5100D"/>
    <w:rsid w:val="00C60276"/>
    <w:rsid w:val="00C60980"/>
    <w:rsid w:val="00C71456"/>
    <w:rsid w:val="00C7262D"/>
    <w:rsid w:val="00C727F4"/>
    <w:rsid w:val="00C764D5"/>
    <w:rsid w:val="00C80F00"/>
    <w:rsid w:val="00C843C9"/>
    <w:rsid w:val="00C8718A"/>
    <w:rsid w:val="00C87DB5"/>
    <w:rsid w:val="00C97E60"/>
    <w:rsid w:val="00CA3A84"/>
    <w:rsid w:val="00CA6DB6"/>
    <w:rsid w:val="00CB528F"/>
    <w:rsid w:val="00CC5073"/>
    <w:rsid w:val="00CD2505"/>
    <w:rsid w:val="00CD6DF5"/>
    <w:rsid w:val="00CD76C0"/>
    <w:rsid w:val="00CE2731"/>
    <w:rsid w:val="00CE496B"/>
    <w:rsid w:val="00CE61EC"/>
    <w:rsid w:val="00CE6D24"/>
    <w:rsid w:val="00CE726A"/>
    <w:rsid w:val="00CF0DAB"/>
    <w:rsid w:val="00CF31B2"/>
    <w:rsid w:val="00CF3806"/>
    <w:rsid w:val="00D0046E"/>
    <w:rsid w:val="00D0739E"/>
    <w:rsid w:val="00D076F6"/>
    <w:rsid w:val="00D11335"/>
    <w:rsid w:val="00D13980"/>
    <w:rsid w:val="00D1546C"/>
    <w:rsid w:val="00D155B3"/>
    <w:rsid w:val="00D313DA"/>
    <w:rsid w:val="00D3175F"/>
    <w:rsid w:val="00D31BBA"/>
    <w:rsid w:val="00D37F76"/>
    <w:rsid w:val="00D4434B"/>
    <w:rsid w:val="00D44815"/>
    <w:rsid w:val="00D535F5"/>
    <w:rsid w:val="00D53C73"/>
    <w:rsid w:val="00D56FE2"/>
    <w:rsid w:val="00D615E6"/>
    <w:rsid w:val="00D635DD"/>
    <w:rsid w:val="00D64BFA"/>
    <w:rsid w:val="00D67B66"/>
    <w:rsid w:val="00D722CC"/>
    <w:rsid w:val="00D76082"/>
    <w:rsid w:val="00D7736E"/>
    <w:rsid w:val="00D82F97"/>
    <w:rsid w:val="00D87E48"/>
    <w:rsid w:val="00D87F39"/>
    <w:rsid w:val="00D920DA"/>
    <w:rsid w:val="00D9322E"/>
    <w:rsid w:val="00DA179A"/>
    <w:rsid w:val="00DA36A8"/>
    <w:rsid w:val="00DA3864"/>
    <w:rsid w:val="00DB2C5C"/>
    <w:rsid w:val="00DB703E"/>
    <w:rsid w:val="00DB71D4"/>
    <w:rsid w:val="00DC5E41"/>
    <w:rsid w:val="00DD4772"/>
    <w:rsid w:val="00DD738C"/>
    <w:rsid w:val="00DD7650"/>
    <w:rsid w:val="00DE583B"/>
    <w:rsid w:val="00DE7D27"/>
    <w:rsid w:val="00E01C8C"/>
    <w:rsid w:val="00E03FC8"/>
    <w:rsid w:val="00E05C89"/>
    <w:rsid w:val="00E068A9"/>
    <w:rsid w:val="00E11F8D"/>
    <w:rsid w:val="00E141AC"/>
    <w:rsid w:val="00E16C05"/>
    <w:rsid w:val="00E22ECC"/>
    <w:rsid w:val="00E27BED"/>
    <w:rsid w:val="00E344D9"/>
    <w:rsid w:val="00E40243"/>
    <w:rsid w:val="00E421E4"/>
    <w:rsid w:val="00E46855"/>
    <w:rsid w:val="00E567ED"/>
    <w:rsid w:val="00E609FB"/>
    <w:rsid w:val="00E61339"/>
    <w:rsid w:val="00E65E3F"/>
    <w:rsid w:val="00E7253F"/>
    <w:rsid w:val="00E8164C"/>
    <w:rsid w:val="00E85CB3"/>
    <w:rsid w:val="00E90837"/>
    <w:rsid w:val="00E92CEE"/>
    <w:rsid w:val="00E931CD"/>
    <w:rsid w:val="00E93BC2"/>
    <w:rsid w:val="00EA6BA2"/>
    <w:rsid w:val="00EB1F64"/>
    <w:rsid w:val="00EB4615"/>
    <w:rsid w:val="00EB4CB3"/>
    <w:rsid w:val="00EC366E"/>
    <w:rsid w:val="00ED170F"/>
    <w:rsid w:val="00ED3A59"/>
    <w:rsid w:val="00ED58B9"/>
    <w:rsid w:val="00EE1E31"/>
    <w:rsid w:val="00EE3B8E"/>
    <w:rsid w:val="00EE3CCA"/>
    <w:rsid w:val="00EE5936"/>
    <w:rsid w:val="00EE6B42"/>
    <w:rsid w:val="00EF0D7E"/>
    <w:rsid w:val="00EF329D"/>
    <w:rsid w:val="00EF3FC2"/>
    <w:rsid w:val="00EF6583"/>
    <w:rsid w:val="00F063AA"/>
    <w:rsid w:val="00F23AFE"/>
    <w:rsid w:val="00F24CEC"/>
    <w:rsid w:val="00F36419"/>
    <w:rsid w:val="00F40268"/>
    <w:rsid w:val="00F4028D"/>
    <w:rsid w:val="00F40493"/>
    <w:rsid w:val="00F41BB1"/>
    <w:rsid w:val="00F4767F"/>
    <w:rsid w:val="00F50CAB"/>
    <w:rsid w:val="00F51C49"/>
    <w:rsid w:val="00F53714"/>
    <w:rsid w:val="00F5412C"/>
    <w:rsid w:val="00F62DC4"/>
    <w:rsid w:val="00F63087"/>
    <w:rsid w:val="00F64CD9"/>
    <w:rsid w:val="00F709C3"/>
    <w:rsid w:val="00F7230E"/>
    <w:rsid w:val="00F752B1"/>
    <w:rsid w:val="00F754C4"/>
    <w:rsid w:val="00F77300"/>
    <w:rsid w:val="00F80CE5"/>
    <w:rsid w:val="00F85662"/>
    <w:rsid w:val="00FA289F"/>
    <w:rsid w:val="00FD05A0"/>
    <w:rsid w:val="00FD3120"/>
    <w:rsid w:val="00FD3502"/>
    <w:rsid w:val="00FD45E9"/>
    <w:rsid w:val="00FE3C0D"/>
    <w:rsid w:val="00FE5533"/>
    <w:rsid w:val="00FE678B"/>
    <w:rsid w:val="00FE6B59"/>
    <w:rsid w:val="00FF370A"/>
    <w:rsid w:val="00FF3F0E"/>
    <w:rsid w:val="00FF5B0D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25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613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889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5288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y&#246;t\fns%20asiakirja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2014-08-12T00:00:00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541F67F-400D-4A49-B816-C534B2CB9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fns asiakirjapohja.dotx</Template>
  <TotalTime>0</TotalTime>
  <Pages>2</Pages>
  <Words>48</Words>
  <Characters>396</Characters>
  <Application>Microsoft Office Word</Application>
  <DocSecurity>4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Liite 5: Valmisohjelmistot ja niiden erityisehdot</vt:lpstr>
    </vt:vector>
  </TitlesOfParts>
  <Company>Finnish Net Solutions Oy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Liite 5: Valmisohjelmistot ja niiden erityisehdot</dc:title>
  <dc:creator>Janne Huttunen</dc:creator>
  <cp:lastModifiedBy>Nurminen Laura</cp:lastModifiedBy>
  <cp:revision>2</cp:revision>
  <cp:lastPrinted>2014-02-26T10:19:00Z</cp:lastPrinted>
  <dcterms:created xsi:type="dcterms:W3CDTF">2014-08-21T13:27:00Z</dcterms:created>
  <dcterms:modified xsi:type="dcterms:W3CDTF">2014-08-21T13:27:00Z</dcterms:modified>
</cp:coreProperties>
</file>