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20"/>
        </w:rPr>
        <w:id w:val="73846724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2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52757C" w14:paraId="079CD894" w14:textId="7777777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0"/>
                </w:rPr>
                <w:alias w:val="Yritys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2"/>
                </w:rPr>
              </w:sdtEndPr>
              <w:sdtContent>
                <w:tc>
                  <w:tcPr>
                    <w:tcW w:w="5000" w:type="pct"/>
                  </w:tcPr>
                  <w:p w14:paraId="601B0507" w14:textId="77777777" w:rsidR="0052757C" w:rsidRDefault="004E56AE" w:rsidP="0052757C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  <w:sz w:val="20"/>
                      </w:rPr>
                      <w:t>Finnish Net Solutions Oy</w:t>
                    </w:r>
                  </w:p>
                </w:tc>
              </w:sdtContent>
            </w:sdt>
          </w:tr>
          <w:tr w:rsidR="0052757C" w14:paraId="133B2063" w14:textId="777777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60"/>
                  <w:szCs w:val="60"/>
                </w:rPr>
                <w:alias w:val="Otsikk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272D62FC" w14:textId="77777777" w:rsidR="0052757C" w:rsidRPr="00515106" w:rsidRDefault="00051A6A" w:rsidP="00051A6A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Liite 12</w:t>
                    </w:r>
                    <w:r w:rsidR="004E56AE"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 xml:space="preserve">: </w:t>
                    </w: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Tietoturvakuvaus</w:t>
                    </w:r>
                  </w:p>
                </w:tc>
              </w:sdtContent>
            </w:sdt>
          </w:tr>
          <w:tr w:rsidR="0052757C" w14:paraId="2AA3242C" w14:textId="77777777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14:paraId="5E562A57" w14:textId="77777777" w:rsidR="0052757C" w:rsidRDefault="0052757C" w:rsidP="007F74EA">
                <w:pPr>
                  <w:pStyle w:val="Eivli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52757C" w14:paraId="19F3153E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4FAF7A49" w14:textId="77777777" w:rsidR="0052757C" w:rsidRDefault="0052757C">
                <w:pPr>
                  <w:pStyle w:val="Eivli"/>
                  <w:jc w:val="center"/>
                  <w:rPr>
                    <w:b/>
                    <w:bCs/>
                  </w:rPr>
                </w:pPr>
              </w:p>
            </w:tc>
          </w:tr>
          <w:tr w:rsidR="0052757C" w14:paraId="3A28717F" w14:textId="7777777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Päivämäärä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4-08-12T00:00:00Z"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1D82B362" w14:textId="77777777" w:rsidR="0052757C" w:rsidRDefault="006A2A0C" w:rsidP="005C7E8F">
                    <w:pPr>
                      <w:pStyle w:val="Eivli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12.8</w:t>
                    </w:r>
                    <w:r w:rsidR="005C7E8F">
                      <w:rPr>
                        <w:b/>
                        <w:bCs/>
                      </w:rPr>
                      <w:t>.2014</w:t>
                    </w:r>
                  </w:p>
                </w:tc>
              </w:sdtContent>
            </w:sdt>
          </w:tr>
        </w:tbl>
        <w:p w14:paraId="3C96E622" w14:textId="77777777" w:rsidR="0052757C" w:rsidRPr="0077096E" w:rsidRDefault="0052757C"/>
        <w:p w14:paraId="04078DC2" w14:textId="77777777" w:rsidR="0052757C" w:rsidRPr="0077096E" w:rsidRDefault="0052757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854"/>
          </w:tblGrid>
          <w:tr w:rsidR="0052757C" w14:paraId="1AB43E8F" w14:textId="77777777">
            <w:tc>
              <w:tcPr>
                <w:tcW w:w="5000" w:type="pct"/>
              </w:tcPr>
              <w:p w14:paraId="30D5F211" w14:textId="77777777" w:rsidR="0052757C" w:rsidRDefault="0052757C">
                <w:pPr>
                  <w:pStyle w:val="Eivli"/>
                </w:pPr>
              </w:p>
            </w:tc>
          </w:tr>
        </w:tbl>
        <w:p w14:paraId="0FD0B943" w14:textId="77777777" w:rsidR="0052757C" w:rsidRPr="0077096E" w:rsidRDefault="0052757C"/>
        <w:p w14:paraId="555FF37D" w14:textId="77777777" w:rsidR="005923E5" w:rsidRDefault="0052757C" w:rsidP="005923E5">
          <w:r w:rsidRPr="0077096E">
            <w:br w:type="page"/>
          </w:r>
        </w:p>
      </w:sdtContent>
    </w:sdt>
    <w:p w14:paraId="5D0CEC6F" w14:textId="77777777" w:rsidR="005923E5" w:rsidRDefault="005923E5" w:rsidP="00CF54E5">
      <w:pPr>
        <w:rPr>
          <w:rFonts w:asciiTheme="majorHAnsi" w:eastAsiaTheme="majorEastAsia" w:hAnsiTheme="majorHAnsi" w:cstheme="majorBidi"/>
          <w:b/>
          <w:bCs/>
          <w:color w:val="8A0000"/>
          <w:sz w:val="28"/>
          <w:szCs w:val="28"/>
        </w:rPr>
      </w:pPr>
      <w:bookmarkStart w:id="0" w:name="_GoBack"/>
      <w:r>
        <w:rPr>
          <w:rFonts w:asciiTheme="majorHAnsi" w:eastAsiaTheme="majorEastAsia" w:hAnsiTheme="majorHAnsi" w:cstheme="majorBidi"/>
          <w:b/>
          <w:bCs/>
          <w:color w:val="8A0000"/>
          <w:sz w:val="28"/>
          <w:szCs w:val="28"/>
        </w:rPr>
        <w:lastRenderedPageBreak/>
        <w:t>Tietoturvakuvaus</w:t>
      </w:r>
    </w:p>
    <w:p w14:paraId="53D738FD" w14:textId="77777777" w:rsidR="00CF54E5" w:rsidRDefault="00CF54E5" w:rsidP="00CF54E5">
      <w:r>
        <w:t>Ulkopuolelta tuleville liitetiedostoille suoritetaan virustarkistus. Järjestelmän suunnittelussa ja ohjelmoinnissa varaudutaan OWASP-top-10 - tyyppisiin hyökkäyksiin. Selainkäyttöliittymän ja palvelimen välinen tietoliikenne salataan ja käyttäjä pakotetaan käyttämään aina salattua yhteyttä.</w:t>
      </w:r>
      <w:r w:rsidR="00EF075C">
        <w:t xml:space="preserve"> Myös ulkoisissa liitännöissä tietoliikenne salataan.</w:t>
      </w:r>
    </w:p>
    <w:p w14:paraId="42CFC81E" w14:textId="66B586AD" w:rsidR="00F601FE" w:rsidRDefault="00F601FE" w:rsidP="00CF54E5">
      <w:r w:rsidRPr="00F601FE">
        <w:t>Vaatimusmäärittelyssä mainitut vaatimukset Vahti-ohjeista otetaan huomioon järjestelmää toteutettaessa</w:t>
      </w:r>
      <w:r>
        <w:t>.</w:t>
      </w:r>
      <w:r w:rsidR="001E43F0">
        <w:t xml:space="preserve"> Ohjeiden soveltamisesta sovitaan tarkemmin toteutuksen aikana.</w:t>
      </w:r>
    </w:p>
    <w:p w14:paraId="04A334A7" w14:textId="77777777" w:rsidR="00D50BC9" w:rsidRDefault="000A372E" w:rsidP="00D50BC9">
      <w:r>
        <w:t>Toimittaja valvoo tietoturvan toteutumista manuaalisesti suoritettavin katsauksin ja automatisoiduin välinein. Testausvälineinä käytetään</w:t>
      </w:r>
      <w:r w:rsidRPr="000A372E">
        <w:t xml:space="preserve"> esimerkiksi </w:t>
      </w:r>
      <w:proofErr w:type="spellStart"/>
      <w:r w:rsidRPr="000A372E">
        <w:t>Acunetix</w:t>
      </w:r>
      <w:r>
        <w:t>-</w:t>
      </w:r>
      <w:proofErr w:type="spellEnd"/>
      <w:r w:rsidRPr="000A372E">
        <w:t xml:space="preserve"> tai </w:t>
      </w:r>
      <w:proofErr w:type="spellStart"/>
      <w:r w:rsidRPr="000A372E">
        <w:t>TrustGuard</w:t>
      </w:r>
      <w:proofErr w:type="spellEnd"/>
      <w:r>
        <w:t xml:space="preserve"> -ohjelmistoja</w:t>
      </w:r>
      <w:r w:rsidRPr="000A372E">
        <w:t>.</w:t>
      </w:r>
      <w:r>
        <w:t xml:space="preserve"> Projektiin nimetään tietoturvavastaava, joka huolehtii tietoturvan toteutumisesta.</w:t>
      </w:r>
    </w:p>
    <w:p w14:paraId="042796A8" w14:textId="1D4553C8" w:rsidR="00EC0AC9" w:rsidRPr="00D50BC9" w:rsidRDefault="00EC0AC9" w:rsidP="00D50BC9">
      <w:r>
        <w:t xml:space="preserve">Toimittaja varaa tilaajalle mahdollisuuden suorittaa tietoturvaskannauksia. </w:t>
      </w:r>
      <w:r w:rsidR="001E43F0">
        <w:t xml:space="preserve">Tilaajalla on oikeus </w:t>
      </w:r>
      <w:proofErr w:type="spellStart"/>
      <w:r w:rsidR="001E43F0">
        <w:t>auditoida</w:t>
      </w:r>
      <w:proofErr w:type="spellEnd"/>
      <w:r w:rsidR="001E43F0">
        <w:t xml:space="preserve"> tietojärjestelmä ennen tilauksen hyväksyntää</w:t>
      </w:r>
      <w:r w:rsidR="001E43F0">
        <w:t>.</w:t>
      </w:r>
      <w:bookmarkEnd w:id="0"/>
    </w:p>
    <w:sectPr w:rsidR="00EC0AC9" w:rsidRPr="00D50BC9" w:rsidSect="0040265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B70D28" w15:done="0"/>
  <w15:commentEx w15:paraId="4D9F1F19" w15:done="0"/>
  <w15:commentEx w15:paraId="6C78DA32" w15:paraIdParent="4D9F1F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664B64" w14:textId="77777777" w:rsidR="006C27C5" w:rsidRDefault="006C27C5" w:rsidP="00D82F97">
      <w:pPr>
        <w:spacing w:after="0" w:line="240" w:lineRule="auto"/>
      </w:pPr>
      <w:r>
        <w:separator/>
      </w:r>
    </w:p>
  </w:endnote>
  <w:endnote w:type="continuationSeparator" w:id="0">
    <w:p w14:paraId="093BBAFD" w14:textId="77777777" w:rsidR="006C27C5" w:rsidRDefault="006C27C5" w:rsidP="00D8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A08F8" w14:textId="77777777" w:rsidR="006F1AB8" w:rsidRDefault="008E41FB">
    <w:r>
      <w:rPr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 wp14:anchorId="273A5820" wp14:editId="04537D53">
              <wp:simplePos x="0" y="0"/>
              <wp:positionH relativeFrom="column">
                <wp:posOffset>-1108075</wp:posOffset>
              </wp:positionH>
              <wp:positionV relativeFrom="paragraph">
                <wp:posOffset>87630</wp:posOffset>
              </wp:positionV>
              <wp:extent cx="9058275" cy="991870"/>
              <wp:effectExtent l="19050" t="0" r="866775" b="17780"/>
              <wp:wrapNone/>
              <wp:docPr id="10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9058275" cy="99187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216A4A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6" type="#_x0000_t114" style="position:absolute;margin-left:-87.25pt;margin-top:6.9pt;width:713.25pt;height:78.1pt;rotation:18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1FB8763" wp14:editId="79859736">
              <wp:simplePos x="0" y="0"/>
              <wp:positionH relativeFrom="column">
                <wp:posOffset>1957070</wp:posOffset>
              </wp:positionH>
              <wp:positionV relativeFrom="paragraph">
                <wp:posOffset>293370</wp:posOffset>
              </wp:positionV>
              <wp:extent cx="2264410" cy="34480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441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CFF45E" w14:textId="77777777" w:rsidR="006F1AB8" w:rsidRPr="00B86734" w:rsidRDefault="006F1AB8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proofErr w:type="spellStart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Finnish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 xml:space="preserve"> Net Solutions Oy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1FB876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4.1pt;margin-top:23.1pt;width:178.3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+c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" filled="f" stroked="f">
              <v:textbox>
                <w:txbxContent>
                  <w:p w14:paraId="0DCFF45E" w14:textId="77777777" w:rsidR="006F1AB8" w:rsidRPr="00B86734" w:rsidRDefault="006F1AB8">
                    <w:pPr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>Finnish Net Solutions Oy</w:t>
                    </w:r>
                  </w:p>
                </w:txbxContent>
              </v:textbox>
            </v:shape>
          </w:pict>
        </mc:Fallback>
      </mc:AlternateContent>
    </w:r>
  </w:p>
  <w:p w14:paraId="1B86C246" w14:textId="77777777" w:rsidR="006F1AB8" w:rsidRDefault="008E41FB">
    <w:pPr>
      <w:pStyle w:val="Alatunnis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506DFF1" wp14:editId="43C9D4A0">
              <wp:simplePos x="0" y="0"/>
              <wp:positionH relativeFrom="column">
                <wp:posOffset>2574290</wp:posOffset>
              </wp:positionH>
              <wp:positionV relativeFrom="paragraph">
                <wp:posOffset>231775</wp:posOffset>
              </wp:positionV>
              <wp:extent cx="889000" cy="34480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76E2A" w14:textId="77777777" w:rsidR="006F1AB8" w:rsidRPr="00B86734" w:rsidRDefault="006F1AB8" w:rsidP="00B86734">
                          <w:p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867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www.fns.fi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06DFF1" id="Text Box 12" o:spid="_x0000_s1028" type="#_x0000_t202" style="position:absolute;margin-left:202.7pt;margin-top:18.25pt;width:70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" filled="f" stroked="f">
              <v:textbox>
                <w:txbxContent>
                  <w:p w14:paraId="5B176E2A" w14:textId="77777777" w:rsidR="006F1AB8" w:rsidRPr="00B86734" w:rsidRDefault="006F1AB8" w:rsidP="00B86734">
                    <w:pPr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B86734">
                      <w:rPr>
                        <w:color w:val="FFFFFF" w:themeColor="background1"/>
                        <w:sz w:val="24"/>
                        <w:szCs w:val="24"/>
                      </w:rPr>
                      <w:t>www.fns.fi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AA610" w14:textId="77777777" w:rsidR="006C27C5" w:rsidRDefault="006C27C5" w:rsidP="00D82F97">
      <w:pPr>
        <w:spacing w:after="0" w:line="240" w:lineRule="auto"/>
      </w:pPr>
      <w:r>
        <w:separator/>
      </w:r>
    </w:p>
  </w:footnote>
  <w:footnote w:type="continuationSeparator" w:id="0">
    <w:p w14:paraId="45A436C6" w14:textId="77777777" w:rsidR="006C27C5" w:rsidRDefault="006C27C5" w:rsidP="00D8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61637" w14:textId="77777777" w:rsidR="006F1AB8" w:rsidRDefault="008E41FB">
    <w:pPr>
      <w:pStyle w:val="Yltunnis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615E88" wp14:editId="5A7454A8">
              <wp:simplePos x="0" y="0"/>
              <wp:positionH relativeFrom="column">
                <wp:posOffset>608330</wp:posOffset>
              </wp:positionH>
              <wp:positionV relativeFrom="paragraph">
                <wp:posOffset>-184150</wp:posOffset>
              </wp:positionV>
              <wp:extent cx="5917565" cy="397510"/>
              <wp:effectExtent l="0" t="0" r="0" b="254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756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EE12E" w14:textId="77777777" w:rsidR="006F1AB8" w:rsidRPr="00051A6A" w:rsidRDefault="006F1AB8" w:rsidP="00504AB2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4E56AE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 w:rsidR="00051A6A" w:rsidRP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Liite 12</w:t>
                          </w:r>
                          <w:r w:rsidRP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:</w:t>
                          </w:r>
                          <w:r w:rsidR="006A2A0C" w:rsidRP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 w:rsidR="00051A6A" w:rsidRP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Tietoturva</w:t>
                          </w:r>
                          <w:r w:rsid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kuvaus</w:t>
                          </w:r>
                          <w:r w:rsidRP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 w:rsidRPr="00051A6A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250395305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>
                              <w:rPr>
                                <w:color w:val="FFFFFF" w:themeColor="background1"/>
                              </w:rPr>
                            </w:sdtEndPr>
                            <w:sdtContent>
                              <w:r w:rsidRPr="00051A6A"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 w:rsidRPr="00051A6A"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 w:rsidR="00B43F78" w:rsidRPr="00051A6A"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 w:rsidRPr="00051A6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Sivu 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051A6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instrText xml:space="preserve"> PAGE </w:instrTex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E43F0">
                                <w:rPr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051A6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/ 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051A6A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instrText xml:space="preserve"> NUMPAGES  </w:instrTex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1E43F0">
                                <w:rPr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sdtContent>
                          </w:sdt>
                        </w:p>
                        <w:p w14:paraId="5741807E" w14:textId="77777777" w:rsidR="006F1AB8" w:rsidRPr="00051A6A" w:rsidRDefault="006F1AB8" w:rsidP="00275FC3">
                          <w:pPr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7.9pt;margin-top:-14.5pt;width:465.95pt;height: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o6tw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" filled="f" stroked="f">
              <v:textbox>
                <w:txbxContent>
                  <w:p w14:paraId="30EEE12E" w14:textId="77777777" w:rsidR="006F1AB8" w:rsidRPr="00051A6A" w:rsidRDefault="006F1AB8" w:rsidP="00504AB2">
                    <w:pPr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4E56AE">
                      <w:rPr>
                        <w:color w:val="FFFFFF" w:themeColor="background1"/>
                        <w:sz w:val="28"/>
                        <w:szCs w:val="28"/>
                      </w:rPr>
                      <w:t xml:space="preserve"> </w:t>
                    </w:r>
                    <w:r w:rsidR="00051A6A" w:rsidRPr="00051A6A">
                      <w:rPr>
                        <w:color w:val="FFFFFF" w:themeColor="background1"/>
                        <w:sz w:val="28"/>
                        <w:szCs w:val="28"/>
                      </w:rPr>
                      <w:t>Liite 12</w:t>
                    </w:r>
                    <w:r w:rsidRPr="00051A6A">
                      <w:rPr>
                        <w:color w:val="FFFFFF" w:themeColor="background1"/>
                        <w:sz w:val="28"/>
                        <w:szCs w:val="28"/>
                      </w:rPr>
                      <w:t>:</w:t>
                    </w:r>
                    <w:r w:rsidR="006A2A0C" w:rsidRPr="00051A6A">
                      <w:rPr>
                        <w:color w:val="FFFFFF" w:themeColor="background1"/>
                        <w:sz w:val="28"/>
                        <w:szCs w:val="28"/>
                      </w:rPr>
                      <w:t xml:space="preserve"> </w:t>
                    </w:r>
                    <w:r w:rsidR="00051A6A" w:rsidRPr="00051A6A">
                      <w:rPr>
                        <w:color w:val="FFFFFF" w:themeColor="background1"/>
                        <w:sz w:val="28"/>
                        <w:szCs w:val="28"/>
                      </w:rPr>
                      <w:t>Tietoturva</w:t>
                    </w:r>
                    <w:r w:rsidR="00051A6A">
                      <w:rPr>
                        <w:color w:val="FFFFFF" w:themeColor="background1"/>
                        <w:sz w:val="28"/>
                        <w:szCs w:val="28"/>
                      </w:rPr>
                      <w:t>kuvaus</w:t>
                    </w:r>
                    <w:r w:rsidRPr="00051A6A">
                      <w:rPr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 w:rsidRPr="00051A6A">
                      <w:rPr>
                        <w:color w:val="FFFFFF" w:themeColor="background1"/>
                        <w:sz w:val="28"/>
                        <w:szCs w:val="28"/>
                      </w:rPr>
                      <w:tab/>
                    </w:r>
                    <w:sdt>
                      <w:sdtPr>
                        <w:rPr>
                          <w:sz w:val="28"/>
                          <w:szCs w:val="28"/>
                        </w:rPr>
                        <w:id w:val="250395305"/>
                        <w:docPartObj>
                          <w:docPartGallery w:val="Page Numbers (Top of Page)"/>
                          <w:docPartUnique/>
                        </w:docPartObj>
                      </w:sdtPr>
                      <w:sdtEndPr>
                        <w:rPr>
                          <w:color w:val="FFFFFF" w:themeColor="background1"/>
                        </w:rPr>
                      </w:sdtEndPr>
                      <w:sdtContent>
                        <w:r w:rsidRPr="00051A6A">
                          <w:rPr>
                            <w:sz w:val="28"/>
                            <w:szCs w:val="28"/>
                          </w:rPr>
                          <w:tab/>
                        </w:r>
                        <w:r w:rsidRPr="00051A6A">
                          <w:rPr>
                            <w:sz w:val="28"/>
                            <w:szCs w:val="28"/>
                          </w:rPr>
                          <w:tab/>
                        </w:r>
                        <w:r w:rsidR="00B43F78" w:rsidRPr="00051A6A"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 w:rsidRPr="00051A6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Sivu 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begin"/>
                        </w:r>
                        <w:r w:rsidRPr="00051A6A">
                          <w:rPr>
                            <w:color w:val="FFFFFF" w:themeColor="background1"/>
                            <w:sz w:val="18"/>
                            <w:szCs w:val="18"/>
                          </w:rPr>
                          <w:instrText xml:space="preserve"> PAGE </w:instrTex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separate"/>
                        </w:r>
                        <w:r w:rsidR="001E43F0">
                          <w:rPr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2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end"/>
                        </w:r>
                        <w:r w:rsidRPr="00051A6A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/ 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begin"/>
                        </w:r>
                        <w:r w:rsidRPr="00051A6A">
                          <w:rPr>
                            <w:color w:val="FFFFFF" w:themeColor="background1"/>
                            <w:sz w:val="18"/>
                            <w:szCs w:val="18"/>
                          </w:rPr>
                          <w:instrText xml:space="preserve"> NUMPAGES  </w:instrTex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separate"/>
                        </w:r>
                        <w:r w:rsidR="001E43F0">
                          <w:rPr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2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end"/>
                        </w:r>
                      </w:sdtContent>
                    </w:sdt>
                  </w:p>
                  <w:p w14:paraId="5741807E" w14:textId="77777777" w:rsidR="006F1AB8" w:rsidRPr="00051A6A" w:rsidRDefault="006F1AB8" w:rsidP="00275FC3">
                    <w:pPr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3BE09549" wp14:editId="31CBECB5">
              <wp:simplePos x="0" y="0"/>
              <wp:positionH relativeFrom="column">
                <wp:posOffset>-746125</wp:posOffset>
              </wp:positionH>
              <wp:positionV relativeFrom="paragraph">
                <wp:posOffset>-458470</wp:posOffset>
              </wp:positionV>
              <wp:extent cx="7642860" cy="862330"/>
              <wp:effectExtent l="0" t="0" r="777240" b="13970"/>
              <wp:wrapNone/>
              <wp:docPr id="1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2860" cy="86233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1060A1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2" o:spid="_x0000_s1026" type="#_x0000_t114" style="position:absolute;margin-left:-58.75pt;margin-top:-36.1pt;width:601.8pt;height:67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 w:rsidR="006F1AB8" w:rsidRPr="00B86734">
      <w:rPr>
        <w:noProof/>
      </w:rPr>
      <w:drawing>
        <wp:anchor distT="0" distB="0" distL="114300" distR="114300" simplePos="0" relativeHeight="251662336" behindDoc="0" locked="0" layoutInCell="1" allowOverlap="1" wp14:anchorId="7744B7C3" wp14:editId="224AB624">
          <wp:simplePos x="0" y="0"/>
          <wp:positionH relativeFrom="column">
            <wp:posOffset>-356235</wp:posOffset>
          </wp:positionH>
          <wp:positionV relativeFrom="paragraph">
            <wp:posOffset>-251460</wp:posOffset>
          </wp:positionV>
          <wp:extent cx="636905" cy="439420"/>
          <wp:effectExtent l="19050" t="0" r="0" b="0"/>
          <wp:wrapThrough wrapText="bothSides">
            <wp:wrapPolygon edited="0">
              <wp:start x="646" y="0"/>
              <wp:lineTo x="-646" y="19665"/>
              <wp:lineTo x="20028" y="19665"/>
              <wp:lineTo x="21320" y="15919"/>
              <wp:lineTo x="21320" y="6555"/>
              <wp:lineTo x="18736" y="3746"/>
              <wp:lineTo x="6461" y="0"/>
              <wp:lineTo x="646" y="0"/>
            </wp:wrapPolygon>
          </wp:wrapThrough>
          <wp:docPr id="8" name="Kuva 8" descr="logo_f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90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C1B"/>
    <w:multiLevelType w:val="hybridMultilevel"/>
    <w:tmpl w:val="2A267C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33E36"/>
    <w:multiLevelType w:val="hybridMultilevel"/>
    <w:tmpl w:val="C6B83C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12D1"/>
    <w:multiLevelType w:val="hybridMultilevel"/>
    <w:tmpl w:val="331E7C8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27949"/>
    <w:multiLevelType w:val="hybridMultilevel"/>
    <w:tmpl w:val="E6E444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91335"/>
    <w:multiLevelType w:val="hybridMultilevel"/>
    <w:tmpl w:val="2FB45A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16F92"/>
    <w:multiLevelType w:val="hybridMultilevel"/>
    <w:tmpl w:val="206C19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26D2B"/>
    <w:multiLevelType w:val="hybridMultilevel"/>
    <w:tmpl w:val="A412C12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73424"/>
    <w:multiLevelType w:val="hybridMultilevel"/>
    <w:tmpl w:val="01E60EB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92278A"/>
    <w:multiLevelType w:val="hybridMultilevel"/>
    <w:tmpl w:val="4A724A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9E75D4"/>
    <w:multiLevelType w:val="hybridMultilevel"/>
    <w:tmpl w:val="0CE2A46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A61B41"/>
    <w:multiLevelType w:val="hybridMultilevel"/>
    <w:tmpl w:val="9E022B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34210C"/>
    <w:multiLevelType w:val="hybridMultilevel"/>
    <w:tmpl w:val="1142819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F83F8A"/>
    <w:multiLevelType w:val="hybridMultilevel"/>
    <w:tmpl w:val="F65253C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C7227E"/>
    <w:multiLevelType w:val="multilevel"/>
    <w:tmpl w:val="393AB328"/>
    <w:lvl w:ilvl="0">
      <w:start w:val="1"/>
      <w:numFmt w:val="decimal"/>
      <w:pStyle w:val="Otsikko2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76894103"/>
    <w:multiLevelType w:val="hybridMultilevel"/>
    <w:tmpl w:val="8828D3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414018"/>
    <w:multiLevelType w:val="hybridMultilevel"/>
    <w:tmpl w:val="C94E5D34"/>
    <w:lvl w:ilvl="0" w:tplc="595223E8">
      <w:start w:val="12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6">
    <w:nsid w:val="7DB67E99"/>
    <w:multiLevelType w:val="hybridMultilevel"/>
    <w:tmpl w:val="EB8889A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FA00D7"/>
    <w:multiLevelType w:val="hybridMultilevel"/>
    <w:tmpl w:val="C9DA65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17"/>
  </w:num>
  <w:num w:numId="4">
    <w:abstractNumId w:val="4"/>
  </w:num>
  <w:num w:numId="5">
    <w:abstractNumId w:val="10"/>
  </w:num>
  <w:num w:numId="6">
    <w:abstractNumId w:val="15"/>
  </w:num>
  <w:num w:numId="7">
    <w:abstractNumId w:val="12"/>
  </w:num>
  <w:num w:numId="8">
    <w:abstractNumId w:val="3"/>
  </w:num>
  <w:num w:numId="9">
    <w:abstractNumId w:val="7"/>
  </w:num>
  <w:num w:numId="10">
    <w:abstractNumId w:val="11"/>
  </w:num>
  <w:num w:numId="11">
    <w:abstractNumId w:val="0"/>
  </w:num>
  <w:num w:numId="12">
    <w:abstractNumId w:val="2"/>
  </w:num>
  <w:num w:numId="13">
    <w:abstractNumId w:val="5"/>
  </w:num>
  <w:num w:numId="14">
    <w:abstractNumId w:val="16"/>
  </w:num>
  <w:num w:numId="15">
    <w:abstractNumId w:val="9"/>
  </w:num>
  <w:num w:numId="16">
    <w:abstractNumId w:val="14"/>
  </w:num>
  <w:num w:numId="17">
    <w:abstractNumId w:val="8"/>
  </w:num>
  <w:num w:numId="18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ne Huttunen">
    <w15:presenceInfo w15:providerId="Windows Live" w15:userId="a35ddc0394b921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BB"/>
    <w:rsid w:val="000016B6"/>
    <w:rsid w:val="000025EC"/>
    <w:rsid w:val="00005438"/>
    <w:rsid w:val="000075D4"/>
    <w:rsid w:val="000150D6"/>
    <w:rsid w:val="00020A02"/>
    <w:rsid w:val="000222E7"/>
    <w:rsid w:val="000226C1"/>
    <w:rsid w:val="0002681A"/>
    <w:rsid w:val="00032312"/>
    <w:rsid w:val="00035C2F"/>
    <w:rsid w:val="000367BA"/>
    <w:rsid w:val="00037055"/>
    <w:rsid w:val="00040398"/>
    <w:rsid w:val="00045A67"/>
    <w:rsid w:val="000505D2"/>
    <w:rsid w:val="00051A6A"/>
    <w:rsid w:val="000533D6"/>
    <w:rsid w:val="000557BF"/>
    <w:rsid w:val="000569E4"/>
    <w:rsid w:val="00074A65"/>
    <w:rsid w:val="0007510B"/>
    <w:rsid w:val="00076716"/>
    <w:rsid w:val="00082EF7"/>
    <w:rsid w:val="00086A04"/>
    <w:rsid w:val="00091298"/>
    <w:rsid w:val="00092216"/>
    <w:rsid w:val="00094ABD"/>
    <w:rsid w:val="00094D1B"/>
    <w:rsid w:val="000A372E"/>
    <w:rsid w:val="000A62FF"/>
    <w:rsid w:val="000A6D66"/>
    <w:rsid w:val="000B6583"/>
    <w:rsid w:val="000B65D0"/>
    <w:rsid w:val="000C1832"/>
    <w:rsid w:val="000C1CFB"/>
    <w:rsid w:val="000D4469"/>
    <w:rsid w:val="000D711C"/>
    <w:rsid w:val="000E14EB"/>
    <w:rsid w:val="000E3E88"/>
    <w:rsid w:val="000E6936"/>
    <w:rsid w:val="000F26B0"/>
    <w:rsid w:val="001060B7"/>
    <w:rsid w:val="0011243C"/>
    <w:rsid w:val="00112B37"/>
    <w:rsid w:val="001170BB"/>
    <w:rsid w:val="0011776D"/>
    <w:rsid w:val="00120FAA"/>
    <w:rsid w:val="00125796"/>
    <w:rsid w:val="00127108"/>
    <w:rsid w:val="00131817"/>
    <w:rsid w:val="00135118"/>
    <w:rsid w:val="00136530"/>
    <w:rsid w:val="001453D7"/>
    <w:rsid w:val="001529DE"/>
    <w:rsid w:val="0015310E"/>
    <w:rsid w:val="00154066"/>
    <w:rsid w:val="001577F8"/>
    <w:rsid w:val="00157A6B"/>
    <w:rsid w:val="00162209"/>
    <w:rsid w:val="00166DED"/>
    <w:rsid w:val="00167FCC"/>
    <w:rsid w:val="00174E16"/>
    <w:rsid w:val="00183F4B"/>
    <w:rsid w:val="00184627"/>
    <w:rsid w:val="00185298"/>
    <w:rsid w:val="00186B53"/>
    <w:rsid w:val="001A09DA"/>
    <w:rsid w:val="001A254B"/>
    <w:rsid w:val="001A2F98"/>
    <w:rsid w:val="001A64EF"/>
    <w:rsid w:val="001A7266"/>
    <w:rsid w:val="001A7C06"/>
    <w:rsid w:val="001B3D28"/>
    <w:rsid w:val="001B6760"/>
    <w:rsid w:val="001B79FA"/>
    <w:rsid w:val="001D38B4"/>
    <w:rsid w:val="001D39AC"/>
    <w:rsid w:val="001E43F0"/>
    <w:rsid w:val="001E5A9C"/>
    <w:rsid w:val="001E5BD2"/>
    <w:rsid w:val="001F424E"/>
    <w:rsid w:val="001F45ED"/>
    <w:rsid w:val="001F5A59"/>
    <w:rsid w:val="00201EE7"/>
    <w:rsid w:val="0020258E"/>
    <w:rsid w:val="00203766"/>
    <w:rsid w:val="00204128"/>
    <w:rsid w:val="002079C8"/>
    <w:rsid w:val="00207C8F"/>
    <w:rsid w:val="0021272C"/>
    <w:rsid w:val="002147CB"/>
    <w:rsid w:val="00217C94"/>
    <w:rsid w:val="00224F66"/>
    <w:rsid w:val="00230EEF"/>
    <w:rsid w:val="00233945"/>
    <w:rsid w:val="00233E6A"/>
    <w:rsid w:val="00237777"/>
    <w:rsid w:val="0024331D"/>
    <w:rsid w:val="00243405"/>
    <w:rsid w:val="002434CE"/>
    <w:rsid w:val="0024430C"/>
    <w:rsid w:val="00244C3E"/>
    <w:rsid w:val="00246E04"/>
    <w:rsid w:val="00250CD9"/>
    <w:rsid w:val="0025651C"/>
    <w:rsid w:val="00256753"/>
    <w:rsid w:val="002650B4"/>
    <w:rsid w:val="00273ACB"/>
    <w:rsid w:val="002744E9"/>
    <w:rsid w:val="00275FC3"/>
    <w:rsid w:val="00277045"/>
    <w:rsid w:val="002803F3"/>
    <w:rsid w:val="00287082"/>
    <w:rsid w:val="0028778D"/>
    <w:rsid w:val="00295F6A"/>
    <w:rsid w:val="00296560"/>
    <w:rsid w:val="002A64ED"/>
    <w:rsid w:val="002A6662"/>
    <w:rsid w:val="002A7929"/>
    <w:rsid w:val="002B11B7"/>
    <w:rsid w:val="002B47FE"/>
    <w:rsid w:val="002B758E"/>
    <w:rsid w:val="002C23B1"/>
    <w:rsid w:val="002C3B62"/>
    <w:rsid w:val="002D32B5"/>
    <w:rsid w:val="002D7E8B"/>
    <w:rsid w:val="002E7193"/>
    <w:rsid w:val="002E7F52"/>
    <w:rsid w:val="002F089B"/>
    <w:rsid w:val="002F2BB0"/>
    <w:rsid w:val="002F561B"/>
    <w:rsid w:val="002F76CA"/>
    <w:rsid w:val="002F7E54"/>
    <w:rsid w:val="0030687A"/>
    <w:rsid w:val="00313129"/>
    <w:rsid w:val="00316B0C"/>
    <w:rsid w:val="003175A0"/>
    <w:rsid w:val="00337392"/>
    <w:rsid w:val="00337EC4"/>
    <w:rsid w:val="00344B06"/>
    <w:rsid w:val="003466D8"/>
    <w:rsid w:val="003524D7"/>
    <w:rsid w:val="003612E3"/>
    <w:rsid w:val="0037087A"/>
    <w:rsid w:val="00370E49"/>
    <w:rsid w:val="00371FED"/>
    <w:rsid w:val="0037372B"/>
    <w:rsid w:val="00383EBA"/>
    <w:rsid w:val="003840A3"/>
    <w:rsid w:val="003844D2"/>
    <w:rsid w:val="003847E8"/>
    <w:rsid w:val="00392817"/>
    <w:rsid w:val="00394559"/>
    <w:rsid w:val="0039470A"/>
    <w:rsid w:val="00395BCB"/>
    <w:rsid w:val="003964FF"/>
    <w:rsid w:val="003A156B"/>
    <w:rsid w:val="003A3EE0"/>
    <w:rsid w:val="003A533F"/>
    <w:rsid w:val="003A7D77"/>
    <w:rsid w:val="003C08D2"/>
    <w:rsid w:val="003C11FB"/>
    <w:rsid w:val="003D52B5"/>
    <w:rsid w:val="003D5603"/>
    <w:rsid w:val="003D594B"/>
    <w:rsid w:val="003D738F"/>
    <w:rsid w:val="003E24CD"/>
    <w:rsid w:val="003E6282"/>
    <w:rsid w:val="003F21F6"/>
    <w:rsid w:val="003F5543"/>
    <w:rsid w:val="003F5C07"/>
    <w:rsid w:val="003F7B0E"/>
    <w:rsid w:val="00402653"/>
    <w:rsid w:val="004103FB"/>
    <w:rsid w:val="00412B07"/>
    <w:rsid w:val="00413325"/>
    <w:rsid w:val="0041399D"/>
    <w:rsid w:val="004217E2"/>
    <w:rsid w:val="00425128"/>
    <w:rsid w:val="0043393A"/>
    <w:rsid w:val="004372A3"/>
    <w:rsid w:val="004407DB"/>
    <w:rsid w:val="00444217"/>
    <w:rsid w:val="00446A2F"/>
    <w:rsid w:val="00453531"/>
    <w:rsid w:val="0045379A"/>
    <w:rsid w:val="004563C5"/>
    <w:rsid w:val="00474857"/>
    <w:rsid w:val="00485EB6"/>
    <w:rsid w:val="004862F5"/>
    <w:rsid w:val="004910A5"/>
    <w:rsid w:val="004912E4"/>
    <w:rsid w:val="00494FC3"/>
    <w:rsid w:val="004A0FFD"/>
    <w:rsid w:val="004A3C2C"/>
    <w:rsid w:val="004B3C6C"/>
    <w:rsid w:val="004B6307"/>
    <w:rsid w:val="004C0824"/>
    <w:rsid w:val="004C1418"/>
    <w:rsid w:val="004C32EC"/>
    <w:rsid w:val="004C64E0"/>
    <w:rsid w:val="004C7FBF"/>
    <w:rsid w:val="004D0C5E"/>
    <w:rsid w:val="004D3568"/>
    <w:rsid w:val="004D46D0"/>
    <w:rsid w:val="004D543F"/>
    <w:rsid w:val="004D5576"/>
    <w:rsid w:val="004D7F5B"/>
    <w:rsid w:val="004E4B93"/>
    <w:rsid w:val="004E56AE"/>
    <w:rsid w:val="004E6410"/>
    <w:rsid w:val="004F0DE9"/>
    <w:rsid w:val="004F2051"/>
    <w:rsid w:val="004F3195"/>
    <w:rsid w:val="004F5E40"/>
    <w:rsid w:val="004F6A54"/>
    <w:rsid w:val="004F6DC6"/>
    <w:rsid w:val="00500E14"/>
    <w:rsid w:val="0050356B"/>
    <w:rsid w:val="00504AB2"/>
    <w:rsid w:val="00506AD5"/>
    <w:rsid w:val="0051355F"/>
    <w:rsid w:val="00514C0D"/>
    <w:rsid w:val="00515106"/>
    <w:rsid w:val="00515474"/>
    <w:rsid w:val="005202CD"/>
    <w:rsid w:val="0052757C"/>
    <w:rsid w:val="00533A78"/>
    <w:rsid w:val="0053466D"/>
    <w:rsid w:val="005433D4"/>
    <w:rsid w:val="0054558C"/>
    <w:rsid w:val="0055093D"/>
    <w:rsid w:val="00551425"/>
    <w:rsid w:val="005526E9"/>
    <w:rsid w:val="00552D62"/>
    <w:rsid w:val="00553CCE"/>
    <w:rsid w:val="005575A1"/>
    <w:rsid w:val="00570838"/>
    <w:rsid w:val="00571E29"/>
    <w:rsid w:val="00574AA8"/>
    <w:rsid w:val="0057590D"/>
    <w:rsid w:val="00576AD0"/>
    <w:rsid w:val="0058044F"/>
    <w:rsid w:val="00580AEF"/>
    <w:rsid w:val="005839FE"/>
    <w:rsid w:val="00583F44"/>
    <w:rsid w:val="00585F68"/>
    <w:rsid w:val="00586435"/>
    <w:rsid w:val="00590755"/>
    <w:rsid w:val="005923E5"/>
    <w:rsid w:val="005946E9"/>
    <w:rsid w:val="005954AE"/>
    <w:rsid w:val="005A1DA4"/>
    <w:rsid w:val="005B6173"/>
    <w:rsid w:val="005C34F8"/>
    <w:rsid w:val="005C5497"/>
    <w:rsid w:val="005C64EB"/>
    <w:rsid w:val="005C7E8F"/>
    <w:rsid w:val="005D1A79"/>
    <w:rsid w:val="005E2DF8"/>
    <w:rsid w:val="005F2733"/>
    <w:rsid w:val="005F7FC7"/>
    <w:rsid w:val="00607FE0"/>
    <w:rsid w:val="00611AAE"/>
    <w:rsid w:val="00620377"/>
    <w:rsid w:val="00622213"/>
    <w:rsid w:val="00623DA7"/>
    <w:rsid w:val="00624E57"/>
    <w:rsid w:val="00633F82"/>
    <w:rsid w:val="0063595D"/>
    <w:rsid w:val="00640829"/>
    <w:rsid w:val="00644BDE"/>
    <w:rsid w:val="00645159"/>
    <w:rsid w:val="00646B50"/>
    <w:rsid w:val="00647894"/>
    <w:rsid w:val="00652FD4"/>
    <w:rsid w:val="00653B3F"/>
    <w:rsid w:val="00654F4D"/>
    <w:rsid w:val="00662E84"/>
    <w:rsid w:val="0066404B"/>
    <w:rsid w:val="00664F22"/>
    <w:rsid w:val="00665572"/>
    <w:rsid w:val="00666227"/>
    <w:rsid w:val="00682D52"/>
    <w:rsid w:val="00690424"/>
    <w:rsid w:val="0069147F"/>
    <w:rsid w:val="006919AE"/>
    <w:rsid w:val="00691B11"/>
    <w:rsid w:val="006932FE"/>
    <w:rsid w:val="006A2A0C"/>
    <w:rsid w:val="006A3C39"/>
    <w:rsid w:val="006A5A60"/>
    <w:rsid w:val="006B04A0"/>
    <w:rsid w:val="006C27C5"/>
    <w:rsid w:val="006C3CC0"/>
    <w:rsid w:val="006C3D1B"/>
    <w:rsid w:val="006C4B45"/>
    <w:rsid w:val="006C5DD6"/>
    <w:rsid w:val="006C6F68"/>
    <w:rsid w:val="006C7DFD"/>
    <w:rsid w:val="006D1E9F"/>
    <w:rsid w:val="006D28EA"/>
    <w:rsid w:val="006D493A"/>
    <w:rsid w:val="006E5ED9"/>
    <w:rsid w:val="006E7629"/>
    <w:rsid w:val="006F1AB8"/>
    <w:rsid w:val="006F3618"/>
    <w:rsid w:val="00700893"/>
    <w:rsid w:val="00700EAB"/>
    <w:rsid w:val="00705566"/>
    <w:rsid w:val="007149A3"/>
    <w:rsid w:val="00716A79"/>
    <w:rsid w:val="007304B3"/>
    <w:rsid w:val="00737B2F"/>
    <w:rsid w:val="007441EC"/>
    <w:rsid w:val="00746F15"/>
    <w:rsid w:val="0075157A"/>
    <w:rsid w:val="00756BA9"/>
    <w:rsid w:val="007605FA"/>
    <w:rsid w:val="00760A00"/>
    <w:rsid w:val="0076529A"/>
    <w:rsid w:val="0077096E"/>
    <w:rsid w:val="00771D86"/>
    <w:rsid w:val="00771E17"/>
    <w:rsid w:val="00774522"/>
    <w:rsid w:val="00774B98"/>
    <w:rsid w:val="007814C9"/>
    <w:rsid w:val="00781831"/>
    <w:rsid w:val="00781DCD"/>
    <w:rsid w:val="0078681D"/>
    <w:rsid w:val="00792035"/>
    <w:rsid w:val="007A18CF"/>
    <w:rsid w:val="007A3A67"/>
    <w:rsid w:val="007A7185"/>
    <w:rsid w:val="007B0F5A"/>
    <w:rsid w:val="007B54A4"/>
    <w:rsid w:val="007B5E55"/>
    <w:rsid w:val="007B5F88"/>
    <w:rsid w:val="007C2213"/>
    <w:rsid w:val="007C48EB"/>
    <w:rsid w:val="007D4110"/>
    <w:rsid w:val="007D758E"/>
    <w:rsid w:val="007E067B"/>
    <w:rsid w:val="007E3659"/>
    <w:rsid w:val="007E5928"/>
    <w:rsid w:val="007F2EA9"/>
    <w:rsid w:val="007F460B"/>
    <w:rsid w:val="007F584E"/>
    <w:rsid w:val="007F74EA"/>
    <w:rsid w:val="00801413"/>
    <w:rsid w:val="008025B6"/>
    <w:rsid w:val="00803973"/>
    <w:rsid w:val="00810F26"/>
    <w:rsid w:val="00814DC6"/>
    <w:rsid w:val="00815408"/>
    <w:rsid w:val="008158C4"/>
    <w:rsid w:val="00823090"/>
    <w:rsid w:val="008333A0"/>
    <w:rsid w:val="008363E8"/>
    <w:rsid w:val="00840441"/>
    <w:rsid w:val="00841DA2"/>
    <w:rsid w:val="008432BB"/>
    <w:rsid w:val="00850976"/>
    <w:rsid w:val="008636C1"/>
    <w:rsid w:val="00871044"/>
    <w:rsid w:val="008747A7"/>
    <w:rsid w:val="008761BB"/>
    <w:rsid w:val="00876DD6"/>
    <w:rsid w:val="008771CE"/>
    <w:rsid w:val="00877A4F"/>
    <w:rsid w:val="00884A2C"/>
    <w:rsid w:val="0088753D"/>
    <w:rsid w:val="00891060"/>
    <w:rsid w:val="00896F77"/>
    <w:rsid w:val="008A335B"/>
    <w:rsid w:val="008A4265"/>
    <w:rsid w:val="008A4361"/>
    <w:rsid w:val="008B3A99"/>
    <w:rsid w:val="008C04F0"/>
    <w:rsid w:val="008D0ED2"/>
    <w:rsid w:val="008E09E6"/>
    <w:rsid w:val="008E405C"/>
    <w:rsid w:val="008E41FB"/>
    <w:rsid w:val="008E5387"/>
    <w:rsid w:val="008E5679"/>
    <w:rsid w:val="008F67D7"/>
    <w:rsid w:val="0090450C"/>
    <w:rsid w:val="00905457"/>
    <w:rsid w:val="00911B20"/>
    <w:rsid w:val="00916985"/>
    <w:rsid w:val="00916B51"/>
    <w:rsid w:val="00924B0C"/>
    <w:rsid w:val="00930959"/>
    <w:rsid w:val="00930F9A"/>
    <w:rsid w:val="00930FF7"/>
    <w:rsid w:val="009358E4"/>
    <w:rsid w:val="00935B1E"/>
    <w:rsid w:val="009418CA"/>
    <w:rsid w:val="00942976"/>
    <w:rsid w:val="00947B78"/>
    <w:rsid w:val="00950447"/>
    <w:rsid w:val="0095354C"/>
    <w:rsid w:val="00953FEF"/>
    <w:rsid w:val="009618DB"/>
    <w:rsid w:val="009676F5"/>
    <w:rsid w:val="00971175"/>
    <w:rsid w:val="00981266"/>
    <w:rsid w:val="0098143A"/>
    <w:rsid w:val="009818E7"/>
    <w:rsid w:val="00995CB4"/>
    <w:rsid w:val="00996B87"/>
    <w:rsid w:val="009A20F3"/>
    <w:rsid w:val="009A2C42"/>
    <w:rsid w:val="009A7446"/>
    <w:rsid w:val="009B2B54"/>
    <w:rsid w:val="009B37D4"/>
    <w:rsid w:val="009C3C83"/>
    <w:rsid w:val="009C4311"/>
    <w:rsid w:val="009C6820"/>
    <w:rsid w:val="009C6CB2"/>
    <w:rsid w:val="009C7BA2"/>
    <w:rsid w:val="009D5EC7"/>
    <w:rsid w:val="009E29B8"/>
    <w:rsid w:val="009E3849"/>
    <w:rsid w:val="009E3CE8"/>
    <w:rsid w:val="009E3FCE"/>
    <w:rsid w:val="009E5742"/>
    <w:rsid w:val="009F06BD"/>
    <w:rsid w:val="009F0E3A"/>
    <w:rsid w:val="009F24E6"/>
    <w:rsid w:val="009F5AF8"/>
    <w:rsid w:val="00A01EBD"/>
    <w:rsid w:val="00A05FB1"/>
    <w:rsid w:val="00A12702"/>
    <w:rsid w:val="00A12B0C"/>
    <w:rsid w:val="00A208DF"/>
    <w:rsid w:val="00A37B63"/>
    <w:rsid w:val="00A43E32"/>
    <w:rsid w:val="00A44BCF"/>
    <w:rsid w:val="00A4529C"/>
    <w:rsid w:val="00A46880"/>
    <w:rsid w:val="00A469D1"/>
    <w:rsid w:val="00A47F7D"/>
    <w:rsid w:val="00A51105"/>
    <w:rsid w:val="00A52952"/>
    <w:rsid w:val="00A52A16"/>
    <w:rsid w:val="00A5389D"/>
    <w:rsid w:val="00A541E4"/>
    <w:rsid w:val="00A70318"/>
    <w:rsid w:val="00A727A5"/>
    <w:rsid w:val="00A81711"/>
    <w:rsid w:val="00A827FD"/>
    <w:rsid w:val="00A9274C"/>
    <w:rsid w:val="00AA21E3"/>
    <w:rsid w:val="00AA21EA"/>
    <w:rsid w:val="00AA2946"/>
    <w:rsid w:val="00AA2B35"/>
    <w:rsid w:val="00AB27A5"/>
    <w:rsid w:val="00AB27CF"/>
    <w:rsid w:val="00AB3232"/>
    <w:rsid w:val="00AB3650"/>
    <w:rsid w:val="00AB3C94"/>
    <w:rsid w:val="00AC306A"/>
    <w:rsid w:val="00AC5A83"/>
    <w:rsid w:val="00AD322F"/>
    <w:rsid w:val="00AD6253"/>
    <w:rsid w:val="00AD78C0"/>
    <w:rsid w:val="00AE0040"/>
    <w:rsid w:val="00AE0585"/>
    <w:rsid w:val="00AE4B3C"/>
    <w:rsid w:val="00AE5A7E"/>
    <w:rsid w:val="00AF0DEF"/>
    <w:rsid w:val="00AF22D9"/>
    <w:rsid w:val="00B006BC"/>
    <w:rsid w:val="00B028C4"/>
    <w:rsid w:val="00B04BFB"/>
    <w:rsid w:val="00B15225"/>
    <w:rsid w:val="00B15C24"/>
    <w:rsid w:val="00B1633F"/>
    <w:rsid w:val="00B16FD2"/>
    <w:rsid w:val="00B223D6"/>
    <w:rsid w:val="00B239D6"/>
    <w:rsid w:val="00B26566"/>
    <w:rsid w:val="00B31DE1"/>
    <w:rsid w:val="00B33D2B"/>
    <w:rsid w:val="00B351AE"/>
    <w:rsid w:val="00B35CBB"/>
    <w:rsid w:val="00B37607"/>
    <w:rsid w:val="00B376CD"/>
    <w:rsid w:val="00B43E76"/>
    <w:rsid w:val="00B43F78"/>
    <w:rsid w:val="00B44AD9"/>
    <w:rsid w:val="00B5325D"/>
    <w:rsid w:val="00B54714"/>
    <w:rsid w:val="00B56948"/>
    <w:rsid w:val="00B56D7F"/>
    <w:rsid w:val="00B57626"/>
    <w:rsid w:val="00B57A2E"/>
    <w:rsid w:val="00B613FA"/>
    <w:rsid w:val="00B7567D"/>
    <w:rsid w:val="00B8071C"/>
    <w:rsid w:val="00B80BC0"/>
    <w:rsid w:val="00B8157A"/>
    <w:rsid w:val="00B833D1"/>
    <w:rsid w:val="00B86734"/>
    <w:rsid w:val="00B86AF3"/>
    <w:rsid w:val="00B8727C"/>
    <w:rsid w:val="00B91D58"/>
    <w:rsid w:val="00BA0559"/>
    <w:rsid w:val="00BA14E3"/>
    <w:rsid w:val="00BA3B77"/>
    <w:rsid w:val="00BA4BA1"/>
    <w:rsid w:val="00BA4D51"/>
    <w:rsid w:val="00BB0B87"/>
    <w:rsid w:val="00BB0EF9"/>
    <w:rsid w:val="00BB179D"/>
    <w:rsid w:val="00BB2AF9"/>
    <w:rsid w:val="00BB65A0"/>
    <w:rsid w:val="00BC1AD5"/>
    <w:rsid w:val="00BC271D"/>
    <w:rsid w:val="00BC5341"/>
    <w:rsid w:val="00BC5BA6"/>
    <w:rsid w:val="00BC6D19"/>
    <w:rsid w:val="00BC7DB8"/>
    <w:rsid w:val="00BD044A"/>
    <w:rsid w:val="00BD1957"/>
    <w:rsid w:val="00BD33C4"/>
    <w:rsid w:val="00BF40C5"/>
    <w:rsid w:val="00BF76C8"/>
    <w:rsid w:val="00C04A6D"/>
    <w:rsid w:val="00C04C00"/>
    <w:rsid w:val="00C10456"/>
    <w:rsid w:val="00C11BB6"/>
    <w:rsid w:val="00C17CC2"/>
    <w:rsid w:val="00C23CEA"/>
    <w:rsid w:val="00C31F99"/>
    <w:rsid w:val="00C31FBF"/>
    <w:rsid w:val="00C34729"/>
    <w:rsid w:val="00C352C0"/>
    <w:rsid w:val="00C35F0E"/>
    <w:rsid w:val="00C36287"/>
    <w:rsid w:val="00C37025"/>
    <w:rsid w:val="00C5100D"/>
    <w:rsid w:val="00C60276"/>
    <w:rsid w:val="00C60980"/>
    <w:rsid w:val="00C71456"/>
    <w:rsid w:val="00C7262D"/>
    <w:rsid w:val="00C727F4"/>
    <w:rsid w:val="00C764D5"/>
    <w:rsid w:val="00C8026F"/>
    <w:rsid w:val="00C80F00"/>
    <w:rsid w:val="00C843C9"/>
    <w:rsid w:val="00C8718A"/>
    <w:rsid w:val="00C87DB5"/>
    <w:rsid w:val="00CA3A84"/>
    <w:rsid w:val="00CA4CDD"/>
    <w:rsid w:val="00CA6DB6"/>
    <w:rsid w:val="00CB4D84"/>
    <w:rsid w:val="00CB528F"/>
    <w:rsid w:val="00CB7C3A"/>
    <w:rsid w:val="00CC1A8F"/>
    <w:rsid w:val="00CC5073"/>
    <w:rsid w:val="00CD2505"/>
    <w:rsid w:val="00CD6DF5"/>
    <w:rsid w:val="00CD76C0"/>
    <w:rsid w:val="00CE2012"/>
    <w:rsid w:val="00CE2731"/>
    <w:rsid w:val="00CE61EC"/>
    <w:rsid w:val="00CE6D24"/>
    <w:rsid w:val="00CE726A"/>
    <w:rsid w:val="00CF0DAB"/>
    <w:rsid w:val="00CF31B2"/>
    <w:rsid w:val="00CF3806"/>
    <w:rsid w:val="00CF54E5"/>
    <w:rsid w:val="00D0046E"/>
    <w:rsid w:val="00D0739E"/>
    <w:rsid w:val="00D076F6"/>
    <w:rsid w:val="00D11335"/>
    <w:rsid w:val="00D13980"/>
    <w:rsid w:val="00D1546C"/>
    <w:rsid w:val="00D155B3"/>
    <w:rsid w:val="00D264AD"/>
    <w:rsid w:val="00D313DA"/>
    <w:rsid w:val="00D3175F"/>
    <w:rsid w:val="00D31BBA"/>
    <w:rsid w:val="00D37F76"/>
    <w:rsid w:val="00D41140"/>
    <w:rsid w:val="00D4434B"/>
    <w:rsid w:val="00D44815"/>
    <w:rsid w:val="00D45208"/>
    <w:rsid w:val="00D50BC9"/>
    <w:rsid w:val="00D535F5"/>
    <w:rsid w:val="00D5374C"/>
    <w:rsid w:val="00D53C73"/>
    <w:rsid w:val="00D56FE2"/>
    <w:rsid w:val="00D615E6"/>
    <w:rsid w:val="00D635DD"/>
    <w:rsid w:val="00D64BFA"/>
    <w:rsid w:val="00D67B66"/>
    <w:rsid w:val="00D722CC"/>
    <w:rsid w:val="00D730DA"/>
    <w:rsid w:val="00D74D2D"/>
    <w:rsid w:val="00D76082"/>
    <w:rsid w:val="00D7736E"/>
    <w:rsid w:val="00D77453"/>
    <w:rsid w:val="00D82F97"/>
    <w:rsid w:val="00D87E48"/>
    <w:rsid w:val="00D87F39"/>
    <w:rsid w:val="00D920DA"/>
    <w:rsid w:val="00D9322E"/>
    <w:rsid w:val="00D9526A"/>
    <w:rsid w:val="00DA179A"/>
    <w:rsid w:val="00DA36A8"/>
    <w:rsid w:val="00DA3864"/>
    <w:rsid w:val="00DB71D4"/>
    <w:rsid w:val="00DC5E41"/>
    <w:rsid w:val="00DD4772"/>
    <w:rsid w:val="00DD57A6"/>
    <w:rsid w:val="00DD738C"/>
    <w:rsid w:val="00DD7650"/>
    <w:rsid w:val="00DE583B"/>
    <w:rsid w:val="00DE7D27"/>
    <w:rsid w:val="00E01C8C"/>
    <w:rsid w:val="00E03FC8"/>
    <w:rsid w:val="00E068A9"/>
    <w:rsid w:val="00E11F8D"/>
    <w:rsid w:val="00E141AC"/>
    <w:rsid w:val="00E1455F"/>
    <w:rsid w:val="00E16C05"/>
    <w:rsid w:val="00E27BED"/>
    <w:rsid w:val="00E344D9"/>
    <w:rsid w:val="00E40243"/>
    <w:rsid w:val="00E421E4"/>
    <w:rsid w:val="00E46855"/>
    <w:rsid w:val="00E609FB"/>
    <w:rsid w:val="00E61339"/>
    <w:rsid w:val="00E65E3F"/>
    <w:rsid w:val="00E71496"/>
    <w:rsid w:val="00E7253F"/>
    <w:rsid w:val="00E726DC"/>
    <w:rsid w:val="00E8164C"/>
    <w:rsid w:val="00E85CB3"/>
    <w:rsid w:val="00E90837"/>
    <w:rsid w:val="00E93BC2"/>
    <w:rsid w:val="00EA398B"/>
    <w:rsid w:val="00EA6BA2"/>
    <w:rsid w:val="00EB1F64"/>
    <w:rsid w:val="00EB4615"/>
    <w:rsid w:val="00EB4CB3"/>
    <w:rsid w:val="00EC0AC9"/>
    <w:rsid w:val="00EC366E"/>
    <w:rsid w:val="00ED170F"/>
    <w:rsid w:val="00ED28F4"/>
    <w:rsid w:val="00ED58B9"/>
    <w:rsid w:val="00ED7BBD"/>
    <w:rsid w:val="00EE088B"/>
    <w:rsid w:val="00EE3CCA"/>
    <w:rsid w:val="00EE5936"/>
    <w:rsid w:val="00EE6B42"/>
    <w:rsid w:val="00EF075C"/>
    <w:rsid w:val="00EF0D7E"/>
    <w:rsid w:val="00EF3FC2"/>
    <w:rsid w:val="00F00690"/>
    <w:rsid w:val="00F063AA"/>
    <w:rsid w:val="00F06C01"/>
    <w:rsid w:val="00F151B5"/>
    <w:rsid w:val="00F23AFE"/>
    <w:rsid w:val="00F24CEC"/>
    <w:rsid w:val="00F27300"/>
    <w:rsid w:val="00F27BE1"/>
    <w:rsid w:val="00F36419"/>
    <w:rsid w:val="00F4028D"/>
    <w:rsid w:val="00F41BB1"/>
    <w:rsid w:val="00F42BB8"/>
    <w:rsid w:val="00F4767F"/>
    <w:rsid w:val="00F50CAB"/>
    <w:rsid w:val="00F51C49"/>
    <w:rsid w:val="00F53714"/>
    <w:rsid w:val="00F601FE"/>
    <w:rsid w:val="00F62DC4"/>
    <w:rsid w:val="00F63087"/>
    <w:rsid w:val="00F64CD9"/>
    <w:rsid w:val="00F709C3"/>
    <w:rsid w:val="00F7230E"/>
    <w:rsid w:val="00F73B0C"/>
    <w:rsid w:val="00F752B1"/>
    <w:rsid w:val="00F77300"/>
    <w:rsid w:val="00F80CE5"/>
    <w:rsid w:val="00F8181D"/>
    <w:rsid w:val="00F97ED5"/>
    <w:rsid w:val="00FA289F"/>
    <w:rsid w:val="00FA4059"/>
    <w:rsid w:val="00FD060A"/>
    <w:rsid w:val="00FD3120"/>
    <w:rsid w:val="00FD3502"/>
    <w:rsid w:val="00FD45E9"/>
    <w:rsid w:val="00FE3C0D"/>
    <w:rsid w:val="00FE5533"/>
    <w:rsid w:val="00FE678B"/>
    <w:rsid w:val="00FE6B59"/>
    <w:rsid w:val="00FF370A"/>
    <w:rsid w:val="00FF3F0E"/>
    <w:rsid w:val="00FF5B0D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63DF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D952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qFormat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qFormat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NormaaliWWW">
    <w:name w:val="Normal (Web)"/>
    <w:basedOn w:val="Normaali"/>
    <w:uiPriority w:val="99"/>
    <w:semiHidden/>
    <w:unhideWhenUsed/>
    <w:rsid w:val="001F42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isluet3">
    <w:name w:val="toc 3"/>
    <w:basedOn w:val="Normaali"/>
    <w:next w:val="Normaali"/>
    <w:autoRedefine/>
    <w:uiPriority w:val="39"/>
    <w:unhideWhenUsed/>
    <w:qFormat/>
    <w:rsid w:val="00D5374C"/>
    <w:pPr>
      <w:spacing w:after="100"/>
      <w:ind w:left="440"/>
    </w:pPr>
  </w:style>
  <w:style w:type="character" w:customStyle="1" w:styleId="Otsikko4Char">
    <w:name w:val="Otsikko 4 Char"/>
    <w:basedOn w:val="Kappaleenoletusfontti"/>
    <w:link w:val="Otsikko4"/>
    <w:uiPriority w:val="9"/>
    <w:rsid w:val="00D952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Kommentinviite">
    <w:name w:val="annotation reference"/>
    <w:basedOn w:val="Kappaleenoletusfontti"/>
    <w:uiPriority w:val="99"/>
    <w:semiHidden/>
    <w:unhideWhenUsed/>
    <w:rsid w:val="00F42BB8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F42BB8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F42BB8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42BB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42BB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D952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qFormat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qFormat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NormaaliWWW">
    <w:name w:val="Normal (Web)"/>
    <w:basedOn w:val="Normaali"/>
    <w:uiPriority w:val="99"/>
    <w:semiHidden/>
    <w:unhideWhenUsed/>
    <w:rsid w:val="001F42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isluet3">
    <w:name w:val="toc 3"/>
    <w:basedOn w:val="Normaali"/>
    <w:next w:val="Normaali"/>
    <w:autoRedefine/>
    <w:uiPriority w:val="39"/>
    <w:unhideWhenUsed/>
    <w:qFormat/>
    <w:rsid w:val="00D5374C"/>
    <w:pPr>
      <w:spacing w:after="100"/>
      <w:ind w:left="440"/>
    </w:pPr>
  </w:style>
  <w:style w:type="character" w:customStyle="1" w:styleId="Otsikko4Char">
    <w:name w:val="Otsikko 4 Char"/>
    <w:basedOn w:val="Kappaleenoletusfontti"/>
    <w:link w:val="Otsikko4"/>
    <w:uiPriority w:val="9"/>
    <w:rsid w:val="00D952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Kommentinviite">
    <w:name w:val="annotation reference"/>
    <w:basedOn w:val="Kappaleenoletusfontti"/>
    <w:uiPriority w:val="99"/>
    <w:semiHidden/>
    <w:unhideWhenUsed/>
    <w:rsid w:val="00F42BB8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F42BB8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F42BB8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F42BB8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F42B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5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613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9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88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y&#246;t\fns%20asiakirja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F6BFDA-73E6-4715-9ACE-F0155DE96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fns asiakirjapohja.dotx</Template>
  <TotalTime>0</TotalTime>
  <Pages>2</Pages>
  <Words>114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Liite 12: Tietoturvakuvaus</vt:lpstr>
    </vt:vector>
  </TitlesOfParts>
  <Company>Finnish Net Solutions Oy</Company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Liite 12: Tietoturvakuvaus</dc:title>
  <dc:subject>Laatumaa.fi -verkkopalvelu</dc:subject>
  <dc:creator>Janne Huttunen</dc:creator>
  <cp:lastModifiedBy>Nurminen Laura</cp:lastModifiedBy>
  <cp:revision>3</cp:revision>
  <cp:lastPrinted>2013-07-10T12:21:00Z</cp:lastPrinted>
  <dcterms:created xsi:type="dcterms:W3CDTF">2014-08-21T13:30:00Z</dcterms:created>
  <dcterms:modified xsi:type="dcterms:W3CDTF">2014-08-21T13:47:00Z</dcterms:modified>
</cp:coreProperties>
</file>